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EC50E" w14:textId="77777777" w:rsidR="00CC28B9" w:rsidRPr="00BF0499" w:rsidRDefault="00CC28B9" w:rsidP="00BF0499">
      <w:pPr>
        <w:pStyle w:val="PEBTtulo1"/>
        <w:rPr>
          <w:color w:val="auto"/>
        </w:rPr>
      </w:pPr>
      <w:bookmarkStart w:id="0" w:name="_Toc256156421"/>
      <w:bookmarkStart w:id="1" w:name="_Toc287948710"/>
      <w:bookmarkStart w:id="2" w:name="_Toc382478680"/>
    </w:p>
    <w:p w14:paraId="406A6E1F" w14:textId="77777777" w:rsidR="00CC28B9" w:rsidRPr="00BF0499" w:rsidRDefault="00CC28B9" w:rsidP="00BF0499">
      <w:pPr>
        <w:pStyle w:val="PEBTtulo1"/>
        <w:rPr>
          <w:color w:val="auto"/>
        </w:rPr>
      </w:pPr>
    </w:p>
    <w:p w14:paraId="4E0F7267" w14:textId="77777777" w:rsidR="00CC28B9" w:rsidRPr="00BF0499" w:rsidRDefault="00CC28B9" w:rsidP="00BF0499">
      <w:pPr>
        <w:pStyle w:val="PEBTtulo1"/>
        <w:rPr>
          <w:color w:val="auto"/>
        </w:rPr>
      </w:pPr>
    </w:p>
    <w:p w14:paraId="41A4BCC6" w14:textId="77777777" w:rsidR="00CC28B9" w:rsidRPr="00BF0499" w:rsidRDefault="00CC28B9" w:rsidP="00BF0499">
      <w:pPr>
        <w:pStyle w:val="PEBTtulo1"/>
        <w:rPr>
          <w:color w:val="auto"/>
        </w:rPr>
      </w:pPr>
    </w:p>
    <w:p w14:paraId="67EACC39" w14:textId="5F89585F" w:rsidR="00CC28B9" w:rsidRPr="00BF0499" w:rsidRDefault="00B0114B" w:rsidP="00BF0499">
      <w:pPr>
        <w:pStyle w:val="PEBTtulo1"/>
        <w:rPr>
          <w:color w:val="auto"/>
        </w:rPr>
      </w:pPr>
      <w:bookmarkStart w:id="3" w:name="_Toc382478679"/>
      <w:r>
        <w:rPr>
          <w:color w:val="auto"/>
        </w:rPr>
        <w:t xml:space="preserve">Anexo ao </w:t>
      </w:r>
      <w:r w:rsidR="00CC28B9" w:rsidRPr="00BF0499">
        <w:rPr>
          <w:color w:val="auto"/>
        </w:rPr>
        <w:t>RELATÓRIO DE GESTÃO 20</w:t>
      </w:r>
      <w:bookmarkEnd w:id="3"/>
      <w:r w:rsidR="00C8359C">
        <w:rPr>
          <w:color w:val="auto"/>
        </w:rPr>
        <w:t>2</w:t>
      </w:r>
      <w:r w:rsidR="00397FB6">
        <w:rPr>
          <w:color w:val="auto"/>
        </w:rPr>
        <w:t>2</w:t>
      </w:r>
    </w:p>
    <w:p w14:paraId="35A98DCF" w14:textId="77777777" w:rsidR="00CC28B9" w:rsidRPr="00BF0499" w:rsidRDefault="00CC28B9" w:rsidP="003A746F">
      <w:pPr>
        <w:pStyle w:val="PEBTtulo2"/>
        <w:spacing w:before="480" w:after="0" w:line="240" w:lineRule="exact"/>
        <w:ind w:hanging="431"/>
        <w:rPr>
          <w:color w:val="auto"/>
        </w:rPr>
      </w:pPr>
    </w:p>
    <w:p w14:paraId="53B51D88" w14:textId="6C37A309" w:rsidR="00CC28B9" w:rsidRPr="00BF0293" w:rsidRDefault="00CC28B9" w:rsidP="00B0114B">
      <w:pPr>
        <w:pStyle w:val="PEBTtulo2"/>
        <w:spacing w:before="480" w:after="0"/>
        <w:ind w:hanging="431"/>
        <w:rPr>
          <w:color w:val="auto"/>
        </w:rPr>
      </w:pPr>
      <w:r>
        <w:rPr>
          <w:color w:val="auto"/>
        </w:rPr>
        <w:br w:type="page"/>
      </w:r>
      <w:bookmarkEnd w:id="0"/>
      <w:bookmarkEnd w:id="1"/>
      <w:bookmarkEnd w:id="2"/>
    </w:p>
    <w:p w14:paraId="663ACE5C" w14:textId="77777777" w:rsidR="00CC28B9" w:rsidRDefault="00CC28B9" w:rsidP="0093085D">
      <w:pPr>
        <w:rPr>
          <w:color w:val="auto"/>
        </w:rPr>
      </w:pPr>
    </w:p>
    <w:p w14:paraId="3D4BBD74" w14:textId="77777777" w:rsidR="00B0114B" w:rsidRDefault="00B0114B" w:rsidP="00B0114B"/>
    <w:p w14:paraId="1DAFE1AF" w14:textId="77777777" w:rsidR="00B0114B" w:rsidRDefault="00B0114B" w:rsidP="00B0114B">
      <w:r>
        <w:t>Nos termos e para os efeitos do artigo 447º do Código das Sociedades Comerciais, face aos elementos fornecidos pelos membros dos órgãos de Administração e Fiscalização, declara-se que:</w:t>
      </w:r>
    </w:p>
    <w:p w14:paraId="0F5BC221" w14:textId="77777777" w:rsidR="00533F4B" w:rsidRDefault="00533F4B" w:rsidP="00B0114B"/>
    <w:p w14:paraId="2D767C18" w14:textId="43C3527F" w:rsidR="00B0114B" w:rsidRDefault="00397FB6" w:rsidP="0093085D">
      <w:pPr>
        <w:rPr>
          <w:color w:val="auto"/>
        </w:rPr>
      </w:pPr>
      <w:r w:rsidRPr="00397FB6">
        <w:drawing>
          <wp:inline distT="0" distB="0" distL="0" distR="0" wp14:anchorId="7FCEC783" wp14:editId="5D8422B4">
            <wp:extent cx="5782945" cy="3296920"/>
            <wp:effectExtent l="0" t="0" r="825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2945" cy="329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EAE7E" w14:textId="77777777" w:rsidR="00B0114B" w:rsidRDefault="00B0114B" w:rsidP="0093085D">
      <w:pPr>
        <w:rPr>
          <w:color w:val="auto"/>
        </w:rPr>
      </w:pPr>
    </w:p>
    <w:p w14:paraId="790B8519" w14:textId="77777777" w:rsidR="00CC28B9" w:rsidRPr="00BF0293" w:rsidRDefault="00CC28B9" w:rsidP="0093085D">
      <w:pPr>
        <w:rPr>
          <w:color w:val="auto"/>
        </w:rPr>
      </w:pPr>
    </w:p>
    <w:p w14:paraId="49FDFC94" w14:textId="3C09583A" w:rsidR="00CC28B9" w:rsidRPr="00BF0293" w:rsidRDefault="00CC28B9" w:rsidP="0093085D">
      <w:pPr>
        <w:rPr>
          <w:color w:val="auto"/>
        </w:rPr>
      </w:pPr>
      <w:r w:rsidRPr="00D6307B">
        <w:rPr>
          <w:color w:val="auto"/>
        </w:rPr>
        <w:t xml:space="preserve">Matosinhos, </w:t>
      </w:r>
      <w:r w:rsidR="00D6307B" w:rsidRPr="00D6307B">
        <w:rPr>
          <w:color w:val="auto"/>
        </w:rPr>
        <w:t>1</w:t>
      </w:r>
      <w:r w:rsidR="00397FB6">
        <w:rPr>
          <w:color w:val="auto"/>
        </w:rPr>
        <w:t>0</w:t>
      </w:r>
      <w:r w:rsidR="007C0EFB" w:rsidRPr="00D6307B">
        <w:rPr>
          <w:color w:val="auto"/>
        </w:rPr>
        <w:t xml:space="preserve"> </w:t>
      </w:r>
      <w:r w:rsidRPr="00D6307B">
        <w:rPr>
          <w:color w:val="auto"/>
        </w:rPr>
        <w:t xml:space="preserve">de </w:t>
      </w:r>
      <w:r w:rsidR="007C0EFB" w:rsidRPr="00D6307B">
        <w:rPr>
          <w:color w:val="auto"/>
        </w:rPr>
        <w:t>março</w:t>
      </w:r>
      <w:r w:rsidRPr="00D6307B">
        <w:rPr>
          <w:color w:val="auto"/>
        </w:rPr>
        <w:t xml:space="preserve"> de 20</w:t>
      </w:r>
      <w:r w:rsidR="004D644E" w:rsidRPr="00D6307B">
        <w:rPr>
          <w:color w:val="auto"/>
        </w:rPr>
        <w:t>2</w:t>
      </w:r>
      <w:r w:rsidR="00397FB6">
        <w:rPr>
          <w:color w:val="auto"/>
        </w:rPr>
        <w:t>3</w:t>
      </w:r>
    </w:p>
    <w:p w14:paraId="2FCF9435" w14:textId="77777777" w:rsidR="00CC28B9" w:rsidRPr="00BF0293" w:rsidRDefault="00CC28B9" w:rsidP="00B94EB7">
      <w:pPr>
        <w:ind w:left="4200"/>
        <w:jc w:val="center"/>
        <w:rPr>
          <w:color w:val="auto"/>
        </w:rPr>
      </w:pPr>
      <w:r w:rsidRPr="00BF0293">
        <w:rPr>
          <w:color w:val="auto"/>
        </w:rPr>
        <w:t>A Administração</w:t>
      </w:r>
    </w:p>
    <w:p w14:paraId="497571F2" w14:textId="77777777" w:rsidR="00CC28B9" w:rsidRPr="00BF0293" w:rsidRDefault="00CC28B9" w:rsidP="00B94EB7">
      <w:pPr>
        <w:ind w:left="4200"/>
        <w:jc w:val="center"/>
        <w:rPr>
          <w:color w:val="auto"/>
          <w:sz w:val="16"/>
          <w:szCs w:val="16"/>
        </w:rPr>
      </w:pPr>
    </w:p>
    <w:p w14:paraId="39A12FB3" w14:textId="77777777" w:rsidR="00CC28B9" w:rsidRPr="00BF0293" w:rsidRDefault="00CC28B9" w:rsidP="00B94EB7">
      <w:pPr>
        <w:ind w:left="4200"/>
        <w:jc w:val="center"/>
        <w:rPr>
          <w:color w:val="auto"/>
          <w:sz w:val="16"/>
          <w:szCs w:val="16"/>
        </w:rPr>
      </w:pPr>
    </w:p>
    <w:p w14:paraId="77AFB73F" w14:textId="77777777" w:rsidR="00CC28B9" w:rsidRPr="00893498" w:rsidRDefault="00CC28B9" w:rsidP="00FE288C">
      <w:pPr>
        <w:pStyle w:val="PEBTtulo1"/>
      </w:pPr>
    </w:p>
    <w:sectPr w:rsidR="00CC28B9" w:rsidRPr="00893498" w:rsidSect="00B0114B">
      <w:footerReference w:type="default" r:id="rId9"/>
      <w:pgSz w:w="11907" w:h="16839" w:code="9"/>
      <w:pgMar w:top="1400" w:right="1400" w:bottom="1140" w:left="1400" w:header="720" w:footer="76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BC1F2" w14:textId="77777777" w:rsidR="00C4744A" w:rsidRDefault="00C4744A" w:rsidP="00D73BF8">
      <w:r>
        <w:separator/>
      </w:r>
    </w:p>
  </w:endnote>
  <w:endnote w:type="continuationSeparator" w:id="0">
    <w:p w14:paraId="03313B8F" w14:textId="77777777" w:rsidR="00C4744A" w:rsidRDefault="00C4744A" w:rsidP="00D7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altName w:val="Lucida Sans Unicode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042EA" w14:textId="77777777" w:rsidR="004C11BA" w:rsidRPr="00CF2D8B" w:rsidRDefault="004C11BA" w:rsidP="007D1411">
    <w:pPr>
      <w:pStyle w:val="Rodap"/>
      <w:pBdr>
        <w:top w:val="single" w:sz="4" w:space="1" w:color="auto"/>
      </w:pBdr>
      <w:tabs>
        <w:tab w:val="clear" w:pos="4680"/>
        <w:tab w:val="clear" w:pos="9360"/>
      </w:tabs>
      <w:jc w:val="center"/>
      <w:rPr>
        <w:sz w:val="16"/>
        <w:szCs w:val="16"/>
      </w:rPr>
    </w:pPr>
    <w:r w:rsidRPr="00025BE3">
      <w:rPr>
        <w:sz w:val="16"/>
        <w:szCs w:val="16"/>
      </w:rPr>
      <w:t>QUATERNAIRE PORTUGAL, SA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025BE3">
      <w:rPr>
        <w:rStyle w:val="Nmerodepgina"/>
        <w:sz w:val="16"/>
        <w:szCs w:val="16"/>
      </w:rPr>
      <w:fldChar w:fldCharType="begin"/>
    </w:r>
    <w:r w:rsidRPr="00025BE3">
      <w:rPr>
        <w:rStyle w:val="Nmerodepgina"/>
        <w:sz w:val="16"/>
        <w:szCs w:val="16"/>
      </w:rPr>
      <w:instrText xml:space="preserve"> PAGE </w:instrText>
    </w:r>
    <w:r w:rsidRPr="00025BE3">
      <w:rPr>
        <w:rStyle w:val="Nmerodepgina"/>
        <w:sz w:val="16"/>
        <w:szCs w:val="16"/>
      </w:rPr>
      <w:fldChar w:fldCharType="separate"/>
    </w:r>
    <w:r w:rsidR="0007691A">
      <w:rPr>
        <w:rStyle w:val="Nmerodepgina"/>
        <w:noProof/>
        <w:sz w:val="16"/>
        <w:szCs w:val="16"/>
      </w:rPr>
      <w:t>2</w:t>
    </w:r>
    <w:r w:rsidRPr="00025BE3">
      <w:rPr>
        <w:rStyle w:val="Nmerodepgi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31C35" w14:textId="77777777" w:rsidR="00C4744A" w:rsidRDefault="00C4744A" w:rsidP="00D73BF8"/>
  </w:footnote>
  <w:footnote w:type="continuationSeparator" w:id="0">
    <w:p w14:paraId="016C7F68" w14:textId="77777777" w:rsidR="00C4744A" w:rsidRDefault="00C4744A" w:rsidP="00D73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7614521E"/>
    <w:lvl w:ilvl="0">
      <w:start w:val="1"/>
      <w:numFmt w:val="bullet"/>
      <w:pStyle w:val="Ttulo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EE805DC8"/>
    <w:lvl w:ilvl="0">
      <w:start w:val="1"/>
      <w:numFmt w:val="bullet"/>
      <w:pStyle w:val="Listacommarc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E1A62780"/>
    <w:lvl w:ilvl="0">
      <w:start w:val="1"/>
      <w:numFmt w:val="bullet"/>
      <w:pStyle w:val="Listacommarcas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1026CF"/>
    <w:multiLevelType w:val="hybridMultilevel"/>
    <w:tmpl w:val="14403D82"/>
    <w:lvl w:ilvl="0" w:tplc="3FE804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  <w:u w:color="FF000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17A9B"/>
    <w:multiLevelType w:val="multilevel"/>
    <w:tmpl w:val="0409001D"/>
    <w:styleLink w:val="MedianListStyle"/>
    <w:lvl w:ilvl="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color w:val="DD8047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2C880799"/>
    <w:multiLevelType w:val="hybridMultilevel"/>
    <w:tmpl w:val="B7F49C8A"/>
    <w:lvl w:ilvl="0" w:tplc="557000B0">
      <w:start w:val="1"/>
      <w:numFmt w:val="bullet"/>
      <w:pStyle w:val="Listacommarcas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7415E"/>
    <w:multiLevelType w:val="hybridMultilevel"/>
    <w:tmpl w:val="9DEAA3C0"/>
    <w:lvl w:ilvl="0" w:tplc="3FE804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  <w:u w:color="FF000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33A38"/>
    <w:multiLevelType w:val="hybridMultilevel"/>
    <w:tmpl w:val="4FF6074E"/>
    <w:lvl w:ilvl="0" w:tplc="3FE804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  <w:u w:color="FF000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7403A7"/>
    <w:multiLevelType w:val="multilevel"/>
    <w:tmpl w:val="57640DC4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36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3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3D3257D3"/>
    <w:multiLevelType w:val="hybridMultilevel"/>
    <w:tmpl w:val="05DE96B6"/>
    <w:lvl w:ilvl="0" w:tplc="3A7AD6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22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1421E"/>
    <w:multiLevelType w:val="hybridMultilevel"/>
    <w:tmpl w:val="6D62AB3A"/>
    <w:lvl w:ilvl="0" w:tplc="3FE804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  <w:u w:color="FF000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B902D8"/>
    <w:multiLevelType w:val="hybridMultilevel"/>
    <w:tmpl w:val="83802938"/>
    <w:lvl w:ilvl="0" w:tplc="3FE804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  <w:u w:color="FF000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F36518"/>
    <w:multiLevelType w:val="multilevel"/>
    <w:tmpl w:val="F628FEAA"/>
    <w:styleLink w:val="Nivel1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3" w15:restartNumberingAfterBreak="0">
    <w:nsid w:val="70163BBA"/>
    <w:multiLevelType w:val="hybridMultilevel"/>
    <w:tmpl w:val="203C2526"/>
    <w:lvl w:ilvl="0" w:tplc="1E4816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0822FC"/>
    <w:multiLevelType w:val="multilevel"/>
    <w:tmpl w:val="EFDEE1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 w16cid:durableId="1224560174">
    <w:abstractNumId w:val="2"/>
  </w:num>
  <w:num w:numId="2" w16cid:durableId="116223091">
    <w:abstractNumId w:val="0"/>
  </w:num>
  <w:num w:numId="3" w16cid:durableId="769813470">
    <w:abstractNumId w:val="1"/>
  </w:num>
  <w:num w:numId="4" w16cid:durableId="911085151">
    <w:abstractNumId w:val="2"/>
  </w:num>
  <w:num w:numId="5" w16cid:durableId="315452323">
    <w:abstractNumId w:val="0"/>
  </w:num>
  <w:num w:numId="6" w16cid:durableId="1399858762">
    <w:abstractNumId w:val="1"/>
  </w:num>
  <w:num w:numId="7" w16cid:durableId="1011950535">
    <w:abstractNumId w:val="2"/>
  </w:num>
  <w:num w:numId="8" w16cid:durableId="1263879019">
    <w:abstractNumId w:val="0"/>
  </w:num>
  <w:num w:numId="9" w16cid:durableId="1513299086">
    <w:abstractNumId w:val="1"/>
  </w:num>
  <w:num w:numId="10" w16cid:durableId="1233782485">
    <w:abstractNumId w:val="2"/>
  </w:num>
  <w:num w:numId="11" w16cid:durableId="746920867">
    <w:abstractNumId w:val="0"/>
  </w:num>
  <w:num w:numId="12" w16cid:durableId="1180778662">
    <w:abstractNumId w:val="1"/>
  </w:num>
  <w:num w:numId="13" w16cid:durableId="273750990">
    <w:abstractNumId w:val="2"/>
  </w:num>
  <w:num w:numId="14" w16cid:durableId="322203338">
    <w:abstractNumId w:val="0"/>
  </w:num>
  <w:num w:numId="15" w16cid:durableId="912155613">
    <w:abstractNumId w:val="1"/>
  </w:num>
  <w:num w:numId="16" w16cid:durableId="707874108">
    <w:abstractNumId w:val="2"/>
  </w:num>
  <w:num w:numId="17" w16cid:durableId="671297855">
    <w:abstractNumId w:val="0"/>
  </w:num>
  <w:num w:numId="18" w16cid:durableId="796408418">
    <w:abstractNumId w:val="1"/>
  </w:num>
  <w:num w:numId="19" w16cid:durableId="167061696">
    <w:abstractNumId w:val="2"/>
  </w:num>
  <w:num w:numId="20" w16cid:durableId="199127817">
    <w:abstractNumId w:val="0"/>
  </w:num>
  <w:num w:numId="21" w16cid:durableId="580680901">
    <w:abstractNumId w:val="1"/>
  </w:num>
  <w:num w:numId="22" w16cid:durableId="1996496313">
    <w:abstractNumId w:val="2"/>
  </w:num>
  <w:num w:numId="23" w16cid:durableId="1702169473">
    <w:abstractNumId w:val="0"/>
  </w:num>
  <w:num w:numId="24" w16cid:durableId="1934047632">
    <w:abstractNumId w:val="1"/>
  </w:num>
  <w:num w:numId="25" w16cid:durableId="603535104">
    <w:abstractNumId w:val="4"/>
  </w:num>
  <w:num w:numId="26" w16cid:durableId="416291424">
    <w:abstractNumId w:val="5"/>
  </w:num>
  <w:num w:numId="27" w16cid:durableId="1830704084">
    <w:abstractNumId w:val="8"/>
  </w:num>
  <w:num w:numId="28" w16cid:durableId="503521419">
    <w:abstractNumId w:val="14"/>
  </w:num>
  <w:num w:numId="29" w16cid:durableId="866521758">
    <w:abstractNumId w:val="12"/>
  </w:num>
  <w:num w:numId="30" w16cid:durableId="2007200119">
    <w:abstractNumId w:val="9"/>
  </w:num>
  <w:num w:numId="31" w16cid:durableId="1928803230">
    <w:abstractNumId w:val="13"/>
  </w:num>
  <w:num w:numId="32" w16cid:durableId="494959240">
    <w:abstractNumId w:val="10"/>
  </w:num>
  <w:num w:numId="33" w16cid:durableId="264702573">
    <w:abstractNumId w:val="6"/>
  </w:num>
  <w:num w:numId="34" w16cid:durableId="132448392">
    <w:abstractNumId w:val="3"/>
  </w:num>
  <w:num w:numId="35" w16cid:durableId="1542548413">
    <w:abstractNumId w:val="7"/>
  </w:num>
  <w:num w:numId="36" w16cid:durableId="1970623434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proofState w:grammar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800"/>
  <w:hyphenationZone w:val="425"/>
  <w:drawingGridHorizontalSpacing w:val="100"/>
  <w:drawingGridVerticalSpacing w:val="381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02E"/>
    <w:rsid w:val="00000260"/>
    <w:rsid w:val="00001F40"/>
    <w:rsid w:val="0000382C"/>
    <w:rsid w:val="000045FD"/>
    <w:rsid w:val="0000595F"/>
    <w:rsid w:val="00006115"/>
    <w:rsid w:val="0000676A"/>
    <w:rsid w:val="0000697B"/>
    <w:rsid w:val="00007D7F"/>
    <w:rsid w:val="000114D0"/>
    <w:rsid w:val="00011BB7"/>
    <w:rsid w:val="00012424"/>
    <w:rsid w:val="00013B38"/>
    <w:rsid w:val="00014E84"/>
    <w:rsid w:val="000170C1"/>
    <w:rsid w:val="00017F90"/>
    <w:rsid w:val="00021FA4"/>
    <w:rsid w:val="000259FE"/>
    <w:rsid w:val="00025BE3"/>
    <w:rsid w:val="00026E15"/>
    <w:rsid w:val="00026E3A"/>
    <w:rsid w:val="00030219"/>
    <w:rsid w:val="00030AE8"/>
    <w:rsid w:val="000327C8"/>
    <w:rsid w:val="000334E9"/>
    <w:rsid w:val="00034C7F"/>
    <w:rsid w:val="00035C46"/>
    <w:rsid w:val="00037E8B"/>
    <w:rsid w:val="0004117D"/>
    <w:rsid w:val="0004177E"/>
    <w:rsid w:val="00041BB6"/>
    <w:rsid w:val="00043C5B"/>
    <w:rsid w:val="00045846"/>
    <w:rsid w:val="00046827"/>
    <w:rsid w:val="000518E4"/>
    <w:rsid w:val="00051A9F"/>
    <w:rsid w:val="000554A5"/>
    <w:rsid w:val="000569EA"/>
    <w:rsid w:val="00057649"/>
    <w:rsid w:val="00057B64"/>
    <w:rsid w:val="00061938"/>
    <w:rsid w:val="0006438F"/>
    <w:rsid w:val="000647B9"/>
    <w:rsid w:val="000648C8"/>
    <w:rsid w:val="0006553D"/>
    <w:rsid w:val="00065783"/>
    <w:rsid w:val="00065816"/>
    <w:rsid w:val="000666EA"/>
    <w:rsid w:val="000676E7"/>
    <w:rsid w:val="000679E8"/>
    <w:rsid w:val="00067BDE"/>
    <w:rsid w:val="0007003E"/>
    <w:rsid w:val="00070975"/>
    <w:rsid w:val="00070AA3"/>
    <w:rsid w:val="00074802"/>
    <w:rsid w:val="00075251"/>
    <w:rsid w:val="0007691A"/>
    <w:rsid w:val="00081307"/>
    <w:rsid w:val="00081EE2"/>
    <w:rsid w:val="00083891"/>
    <w:rsid w:val="000845B8"/>
    <w:rsid w:val="00085786"/>
    <w:rsid w:val="000902B4"/>
    <w:rsid w:val="00090335"/>
    <w:rsid w:val="00090FB4"/>
    <w:rsid w:val="00091216"/>
    <w:rsid w:val="0009411C"/>
    <w:rsid w:val="000962C1"/>
    <w:rsid w:val="000A0757"/>
    <w:rsid w:val="000A53A8"/>
    <w:rsid w:val="000A58AC"/>
    <w:rsid w:val="000A5EA0"/>
    <w:rsid w:val="000A6223"/>
    <w:rsid w:val="000B1247"/>
    <w:rsid w:val="000B2370"/>
    <w:rsid w:val="000B4472"/>
    <w:rsid w:val="000B4865"/>
    <w:rsid w:val="000B5AB0"/>
    <w:rsid w:val="000B67F0"/>
    <w:rsid w:val="000C0D0A"/>
    <w:rsid w:val="000C1F9F"/>
    <w:rsid w:val="000C22DA"/>
    <w:rsid w:val="000C39FC"/>
    <w:rsid w:val="000C458E"/>
    <w:rsid w:val="000C469D"/>
    <w:rsid w:val="000C47AA"/>
    <w:rsid w:val="000C609C"/>
    <w:rsid w:val="000C636D"/>
    <w:rsid w:val="000C773E"/>
    <w:rsid w:val="000C7ACE"/>
    <w:rsid w:val="000D09DD"/>
    <w:rsid w:val="000D13E7"/>
    <w:rsid w:val="000D328E"/>
    <w:rsid w:val="000D35AC"/>
    <w:rsid w:val="000D3894"/>
    <w:rsid w:val="000D73EF"/>
    <w:rsid w:val="000E18F4"/>
    <w:rsid w:val="000E231C"/>
    <w:rsid w:val="000E2984"/>
    <w:rsid w:val="000E3040"/>
    <w:rsid w:val="000E3E45"/>
    <w:rsid w:val="000E47D3"/>
    <w:rsid w:val="000E601E"/>
    <w:rsid w:val="000E7703"/>
    <w:rsid w:val="000F0FE9"/>
    <w:rsid w:val="000F2803"/>
    <w:rsid w:val="000F325E"/>
    <w:rsid w:val="000F40C1"/>
    <w:rsid w:val="000F4E36"/>
    <w:rsid w:val="000F508A"/>
    <w:rsid w:val="000F552E"/>
    <w:rsid w:val="000F6995"/>
    <w:rsid w:val="000F6CA9"/>
    <w:rsid w:val="00101B71"/>
    <w:rsid w:val="00101DD0"/>
    <w:rsid w:val="001027E5"/>
    <w:rsid w:val="00104A97"/>
    <w:rsid w:val="00105079"/>
    <w:rsid w:val="001055FA"/>
    <w:rsid w:val="001059BF"/>
    <w:rsid w:val="0011056E"/>
    <w:rsid w:val="00111426"/>
    <w:rsid w:val="00114989"/>
    <w:rsid w:val="00115883"/>
    <w:rsid w:val="00116378"/>
    <w:rsid w:val="00116D51"/>
    <w:rsid w:val="00123A9E"/>
    <w:rsid w:val="001245A5"/>
    <w:rsid w:val="001302B9"/>
    <w:rsid w:val="0013140D"/>
    <w:rsid w:val="001357CA"/>
    <w:rsid w:val="00135DCC"/>
    <w:rsid w:val="00136829"/>
    <w:rsid w:val="00141AC5"/>
    <w:rsid w:val="0014371B"/>
    <w:rsid w:val="00146349"/>
    <w:rsid w:val="001465DE"/>
    <w:rsid w:val="001478B4"/>
    <w:rsid w:val="00147C6B"/>
    <w:rsid w:val="00151D46"/>
    <w:rsid w:val="0015333F"/>
    <w:rsid w:val="0015497D"/>
    <w:rsid w:val="00155A91"/>
    <w:rsid w:val="00156093"/>
    <w:rsid w:val="0015784B"/>
    <w:rsid w:val="00160E0A"/>
    <w:rsid w:val="00163A34"/>
    <w:rsid w:val="00164726"/>
    <w:rsid w:val="00167DFE"/>
    <w:rsid w:val="001701FB"/>
    <w:rsid w:val="00171435"/>
    <w:rsid w:val="00171A2A"/>
    <w:rsid w:val="00172CE7"/>
    <w:rsid w:val="001730B5"/>
    <w:rsid w:val="00173227"/>
    <w:rsid w:val="001734F6"/>
    <w:rsid w:val="0018152E"/>
    <w:rsid w:val="00181BA3"/>
    <w:rsid w:val="0018221D"/>
    <w:rsid w:val="00184F25"/>
    <w:rsid w:val="00185075"/>
    <w:rsid w:val="00185439"/>
    <w:rsid w:val="001868FF"/>
    <w:rsid w:val="001875F4"/>
    <w:rsid w:val="00191186"/>
    <w:rsid w:val="00191643"/>
    <w:rsid w:val="001930EB"/>
    <w:rsid w:val="00193B30"/>
    <w:rsid w:val="001976A9"/>
    <w:rsid w:val="001A77F2"/>
    <w:rsid w:val="001B0390"/>
    <w:rsid w:val="001B0A0A"/>
    <w:rsid w:val="001B0C78"/>
    <w:rsid w:val="001B0F2A"/>
    <w:rsid w:val="001B0F9F"/>
    <w:rsid w:val="001B7A43"/>
    <w:rsid w:val="001C27F8"/>
    <w:rsid w:val="001C4D74"/>
    <w:rsid w:val="001C50C9"/>
    <w:rsid w:val="001C5BCA"/>
    <w:rsid w:val="001C5DFA"/>
    <w:rsid w:val="001C7015"/>
    <w:rsid w:val="001C77E5"/>
    <w:rsid w:val="001D0F50"/>
    <w:rsid w:val="001D1A9D"/>
    <w:rsid w:val="001D234A"/>
    <w:rsid w:val="001D3168"/>
    <w:rsid w:val="001D44E8"/>
    <w:rsid w:val="001D4C57"/>
    <w:rsid w:val="001D54EC"/>
    <w:rsid w:val="001D6072"/>
    <w:rsid w:val="001D7FE7"/>
    <w:rsid w:val="001E1BCA"/>
    <w:rsid w:val="001E1E6E"/>
    <w:rsid w:val="001E21F8"/>
    <w:rsid w:val="001E2684"/>
    <w:rsid w:val="001E2DEB"/>
    <w:rsid w:val="001E521E"/>
    <w:rsid w:val="001E61DE"/>
    <w:rsid w:val="001E7869"/>
    <w:rsid w:val="001F012D"/>
    <w:rsid w:val="001F05AC"/>
    <w:rsid w:val="001F287C"/>
    <w:rsid w:val="001F3B31"/>
    <w:rsid w:val="001F3DAB"/>
    <w:rsid w:val="001F4CC3"/>
    <w:rsid w:val="001F4F90"/>
    <w:rsid w:val="001F54C5"/>
    <w:rsid w:val="001F6376"/>
    <w:rsid w:val="001F7FD3"/>
    <w:rsid w:val="0020012A"/>
    <w:rsid w:val="0020348E"/>
    <w:rsid w:val="00207986"/>
    <w:rsid w:val="002109C7"/>
    <w:rsid w:val="0021150D"/>
    <w:rsid w:val="00213563"/>
    <w:rsid w:val="002155AC"/>
    <w:rsid w:val="00216AF4"/>
    <w:rsid w:val="00216C4B"/>
    <w:rsid w:val="0022074F"/>
    <w:rsid w:val="00224399"/>
    <w:rsid w:val="00226DAA"/>
    <w:rsid w:val="00232AEA"/>
    <w:rsid w:val="002332AF"/>
    <w:rsid w:val="00244374"/>
    <w:rsid w:val="00244D74"/>
    <w:rsid w:val="00244DA9"/>
    <w:rsid w:val="00245281"/>
    <w:rsid w:val="002458F2"/>
    <w:rsid w:val="00247172"/>
    <w:rsid w:val="00247392"/>
    <w:rsid w:val="00250DA0"/>
    <w:rsid w:val="0025167C"/>
    <w:rsid w:val="00256BDA"/>
    <w:rsid w:val="00262DD6"/>
    <w:rsid w:val="00263450"/>
    <w:rsid w:val="00263C25"/>
    <w:rsid w:val="00265E3D"/>
    <w:rsid w:val="00267938"/>
    <w:rsid w:val="00267E02"/>
    <w:rsid w:val="00271A13"/>
    <w:rsid w:val="002723F1"/>
    <w:rsid w:val="002760F3"/>
    <w:rsid w:val="002763B3"/>
    <w:rsid w:val="0027740F"/>
    <w:rsid w:val="00277670"/>
    <w:rsid w:val="00281D74"/>
    <w:rsid w:val="00283EC2"/>
    <w:rsid w:val="00284435"/>
    <w:rsid w:val="00284816"/>
    <w:rsid w:val="00285353"/>
    <w:rsid w:val="00287BD4"/>
    <w:rsid w:val="00290641"/>
    <w:rsid w:val="00290A79"/>
    <w:rsid w:val="00290B45"/>
    <w:rsid w:val="002915AC"/>
    <w:rsid w:val="002923B0"/>
    <w:rsid w:val="0029291A"/>
    <w:rsid w:val="00292CD2"/>
    <w:rsid w:val="00294604"/>
    <w:rsid w:val="002967BB"/>
    <w:rsid w:val="002A21C5"/>
    <w:rsid w:val="002A33FF"/>
    <w:rsid w:val="002A36D1"/>
    <w:rsid w:val="002A4B3A"/>
    <w:rsid w:val="002A4B7E"/>
    <w:rsid w:val="002A5423"/>
    <w:rsid w:val="002A551A"/>
    <w:rsid w:val="002B21DA"/>
    <w:rsid w:val="002B236D"/>
    <w:rsid w:val="002B3B76"/>
    <w:rsid w:val="002B3BD9"/>
    <w:rsid w:val="002B4445"/>
    <w:rsid w:val="002B46B6"/>
    <w:rsid w:val="002B59C6"/>
    <w:rsid w:val="002B6CD3"/>
    <w:rsid w:val="002C12F9"/>
    <w:rsid w:val="002C1D9B"/>
    <w:rsid w:val="002C2456"/>
    <w:rsid w:val="002C284E"/>
    <w:rsid w:val="002C41DC"/>
    <w:rsid w:val="002C6106"/>
    <w:rsid w:val="002C695A"/>
    <w:rsid w:val="002C7314"/>
    <w:rsid w:val="002C7317"/>
    <w:rsid w:val="002C7952"/>
    <w:rsid w:val="002D0406"/>
    <w:rsid w:val="002D2223"/>
    <w:rsid w:val="002D2D75"/>
    <w:rsid w:val="002D44D2"/>
    <w:rsid w:val="002D62DD"/>
    <w:rsid w:val="002D66B9"/>
    <w:rsid w:val="002D6E0B"/>
    <w:rsid w:val="002D7E1A"/>
    <w:rsid w:val="002E00C9"/>
    <w:rsid w:val="002E0391"/>
    <w:rsid w:val="002E446E"/>
    <w:rsid w:val="002E4DD5"/>
    <w:rsid w:val="002E558F"/>
    <w:rsid w:val="002E61AA"/>
    <w:rsid w:val="002F44DC"/>
    <w:rsid w:val="002F46A8"/>
    <w:rsid w:val="002F60F9"/>
    <w:rsid w:val="002F663B"/>
    <w:rsid w:val="002F6FD3"/>
    <w:rsid w:val="002F7B87"/>
    <w:rsid w:val="002F7EE9"/>
    <w:rsid w:val="00301520"/>
    <w:rsid w:val="00302612"/>
    <w:rsid w:val="00302944"/>
    <w:rsid w:val="00303E1B"/>
    <w:rsid w:val="00307D5A"/>
    <w:rsid w:val="0031018B"/>
    <w:rsid w:val="00311505"/>
    <w:rsid w:val="00311A8D"/>
    <w:rsid w:val="00311D43"/>
    <w:rsid w:val="00313AFC"/>
    <w:rsid w:val="0032007D"/>
    <w:rsid w:val="003208E8"/>
    <w:rsid w:val="003219E3"/>
    <w:rsid w:val="00322DB8"/>
    <w:rsid w:val="00324CB8"/>
    <w:rsid w:val="00331176"/>
    <w:rsid w:val="00331DD9"/>
    <w:rsid w:val="00341C85"/>
    <w:rsid w:val="00345297"/>
    <w:rsid w:val="00345EBA"/>
    <w:rsid w:val="003462BE"/>
    <w:rsid w:val="0035018A"/>
    <w:rsid w:val="00351095"/>
    <w:rsid w:val="00351F46"/>
    <w:rsid w:val="00353479"/>
    <w:rsid w:val="00355137"/>
    <w:rsid w:val="0035557B"/>
    <w:rsid w:val="00356331"/>
    <w:rsid w:val="003637AA"/>
    <w:rsid w:val="00367D05"/>
    <w:rsid w:val="00370AEA"/>
    <w:rsid w:val="00370C27"/>
    <w:rsid w:val="00370E76"/>
    <w:rsid w:val="00374F8D"/>
    <w:rsid w:val="0037566F"/>
    <w:rsid w:val="003757BE"/>
    <w:rsid w:val="00375EC9"/>
    <w:rsid w:val="00377E8D"/>
    <w:rsid w:val="00380712"/>
    <w:rsid w:val="00385936"/>
    <w:rsid w:val="00386117"/>
    <w:rsid w:val="00386ADB"/>
    <w:rsid w:val="00390718"/>
    <w:rsid w:val="00390FCC"/>
    <w:rsid w:val="003912AA"/>
    <w:rsid w:val="00391B1B"/>
    <w:rsid w:val="00392D38"/>
    <w:rsid w:val="0039396E"/>
    <w:rsid w:val="00395382"/>
    <w:rsid w:val="00397435"/>
    <w:rsid w:val="00397FB6"/>
    <w:rsid w:val="003A07ED"/>
    <w:rsid w:val="003A1EF5"/>
    <w:rsid w:val="003A2640"/>
    <w:rsid w:val="003A746F"/>
    <w:rsid w:val="003A76C3"/>
    <w:rsid w:val="003B2248"/>
    <w:rsid w:val="003B3BC9"/>
    <w:rsid w:val="003B53D8"/>
    <w:rsid w:val="003B53F4"/>
    <w:rsid w:val="003B5957"/>
    <w:rsid w:val="003B5EB3"/>
    <w:rsid w:val="003C0271"/>
    <w:rsid w:val="003C693D"/>
    <w:rsid w:val="003C72BF"/>
    <w:rsid w:val="003D0CBE"/>
    <w:rsid w:val="003D0F7A"/>
    <w:rsid w:val="003D1834"/>
    <w:rsid w:val="003D289D"/>
    <w:rsid w:val="003D2B10"/>
    <w:rsid w:val="003D3174"/>
    <w:rsid w:val="003D44A9"/>
    <w:rsid w:val="003D55D6"/>
    <w:rsid w:val="003D7D98"/>
    <w:rsid w:val="003E044C"/>
    <w:rsid w:val="003E0F68"/>
    <w:rsid w:val="003E2ABE"/>
    <w:rsid w:val="003E2DF4"/>
    <w:rsid w:val="003E3822"/>
    <w:rsid w:val="003E3C4A"/>
    <w:rsid w:val="003E4B76"/>
    <w:rsid w:val="003E54E0"/>
    <w:rsid w:val="003E7724"/>
    <w:rsid w:val="003F0457"/>
    <w:rsid w:val="003F0E53"/>
    <w:rsid w:val="003F0F0B"/>
    <w:rsid w:val="003F2F33"/>
    <w:rsid w:val="003F4B89"/>
    <w:rsid w:val="003F6A6A"/>
    <w:rsid w:val="0040022A"/>
    <w:rsid w:val="00406546"/>
    <w:rsid w:val="0041077A"/>
    <w:rsid w:val="0041448B"/>
    <w:rsid w:val="00415134"/>
    <w:rsid w:val="00416155"/>
    <w:rsid w:val="004161E8"/>
    <w:rsid w:val="00416CE4"/>
    <w:rsid w:val="004200DB"/>
    <w:rsid w:val="004210C1"/>
    <w:rsid w:val="00423C46"/>
    <w:rsid w:val="004243C8"/>
    <w:rsid w:val="004257FD"/>
    <w:rsid w:val="00426DA0"/>
    <w:rsid w:val="0042718B"/>
    <w:rsid w:val="00430E32"/>
    <w:rsid w:val="00431A43"/>
    <w:rsid w:val="00432A9D"/>
    <w:rsid w:val="00433EFE"/>
    <w:rsid w:val="00435826"/>
    <w:rsid w:val="004361F8"/>
    <w:rsid w:val="00436451"/>
    <w:rsid w:val="00437AEA"/>
    <w:rsid w:val="00443310"/>
    <w:rsid w:val="0044352A"/>
    <w:rsid w:val="004435E6"/>
    <w:rsid w:val="00445862"/>
    <w:rsid w:val="004458F9"/>
    <w:rsid w:val="004471BF"/>
    <w:rsid w:val="00450AA0"/>
    <w:rsid w:val="00450DCE"/>
    <w:rsid w:val="0045399C"/>
    <w:rsid w:val="00454448"/>
    <w:rsid w:val="0045742D"/>
    <w:rsid w:val="004574DC"/>
    <w:rsid w:val="00460765"/>
    <w:rsid w:val="00461581"/>
    <w:rsid w:val="00462010"/>
    <w:rsid w:val="0046394F"/>
    <w:rsid w:val="004663F7"/>
    <w:rsid w:val="00473133"/>
    <w:rsid w:val="00473134"/>
    <w:rsid w:val="004734A7"/>
    <w:rsid w:val="004745F1"/>
    <w:rsid w:val="00474976"/>
    <w:rsid w:val="00474BC8"/>
    <w:rsid w:val="00476453"/>
    <w:rsid w:val="00480529"/>
    <w:rsid w:val="00480CAF"/>
    <w:rsid w:val="00483273"/>
    <w:rsid w:val="00483F42"/>
    <w:rsid w:val="00484CFB"/>
    <w:rsid w:val="0048580E"/>
    <w:rsid w:val="00486042"/>
    <w:rsid w:val="00487FCC"/>
    <w:rsid w:val="00490087"/>
    <w:rsid w:val="0049149F"/>
    <w:rsid w:val="00492A35"/>
    <w:rsid w:val="00494A4B"/>
    <w:rsid w:val="00497307"/>
    <w:rsid w:val="004A0161"/>
    <w:rsid w:val="004A02E5"/>
    <w:rsid w:val="004A04FD"/>
    <w:rsid w:val="004A0580"/>
    <w:rsid w:val="004A63A0"/>
    <w:rsid w:val="004A641C"/>
    <w:rsid w:val="004A6CAE"/>
    <w:rsid w:val="004A777B"/>
    <w:rsid w:val="004B04DC"/>
    <w:rsid w:val="004B12C8"/>
    <w:rsid w:val="004B184A"/>
    <w:rsid w:val="004B27DA"/>
    <w:rsid w:val="004B4159"/>
    <w:rsid w:val="004B43B4"/>
    <w:rsid w:val="004B4A12"/>
    <w:rsid w:val="004B4FAD"/>
    <w:rsid w:val="004B7E8D"/>
    <w:rsid w:val="004C0F77"/>
    <w:rsid w:val="004C11BA"/>
    <w:rsid w:val="004C45EF"/>
    <w:rsid w:val="004C4E0A"/>
    <w:rsid w:val="004C7609"/>
    <w:rsid w:val="004D25D7"/>
    <w:rsid w:val="004D2CBA"/>
    <w:rsid w:val="004D3BAF"/>
    <w:rsid w:val="004D644E"/>
    <w:rsid w:val="004D7082"/>
    <w:rsid w:val="004D7C41"/>
    <w:rsid w:val="004E15DD"/>
    <w:rsid w:val="004E331A"/>
    <w:rsid w:val="004E3416"/>
    <w:rsid w:val="004E49DB"/>
    <w:rsid w:val="004F49F8"/>
    <w:rsid w:val="004F6D76"/>
    <w:rsid w:val="004F7293"/>
    <w:rsid w:val="004F7943"/>
    <w:rsid w:val="0050001E"/>
    <w:rsid w:val="00500BCB"/>
    <w:rsid w:val="00500C27"/>
    <w:rsid w:val="00501A6A"/>
    <w:rsid w:val="00503237"/>
    <w:rsid w:val="00503A0D"/>
    <w:rsid w:val="00504357"/>
    <w:rsid w:val="00504E10"/>
    <w:rsid w:val="00505F28"/>
    <w:rsid w:val="00507592"/>
    <w:rsid w:val="00511743"/>
    <w:rsid w:val="0051188E"/>
    <w:rsid w:val="00513BB7"/>
    <w:rsid w:val="00513FC3"/>
    <w:rsid w:val="005142D1"/>
    <w:rsid w:val="0052011C"/>
    <w:rsid w:val="00521C4E"/>
    <w:rsid w:val="00533245"/>
    <w:rsid w:val="00533B1B"/>
    <w:rsid w:val="00533F4B"/>
    <w:rsid w:val="0053461C"/>
    <w:rsid w:val="005350B7"/>
    <w:rsid w:val="005377D0"/>
    <w:rsid w:val="005379DE"/>
    <w:rsid w:val="00537D37"/>
    <w:rsid w:val="00540EFD"/>
    <w:rsid w:val="005418E8"/>
    <w:rsid w:val="00542327"/>
    <w:rsid w:val="00542D30"/>
    <w:rsid w:val="0054449E"/>
    <w:rsid w:val="00544A0B"/>
    <w:rsid w:val="005466A5"/>
    <w:rsid w:val="0054731E"/>
    <w:rsid w:val="00547366"/>
    <w:rsid w:val="005478C8"/>
    <w:rsid w:val="00547967"/>
    <w:rsid w:val="00550AB5"/>
    <w:rsid w:val="00552030"/>
    <w:rsid w:val="00555C2B"/>
    <w:rsid w:val="005569B2"/>
    <w:rsid w:val="00561DFA"/>
    <w:rsid w:val="005642A7"/>
    <w:rsid w:val="0056771D"/>
    <w:rsid w:val="00570419"/>
    <w:rsid w:val="00576492"/>
    <w:rsid w:val="005813B2"/>
    <w:rsid w:val="00583BF0"/>
    <w:rsid w:val="00585174"/>
    <w:rsid w:val="0059091F"/>
    <w:rsid w:val="00590D7A"/>
    <w:rsid w:val="00590F0F"/>
    <w:rsid w:val="00591B2D"/>
    <w:rsid w:val="00592EB8"/>
    <w:rsid w:val="005932ED"/>
    <w:rsid w:val="00594433"/>
    <w:rsid w:val="00594662"/>
    <w:rsid w:val="00594BA3"/>
    <w:rsid w:val="005957BD"/>
    <w:rsid w:val="005963CE"/>
    <w:rsid w:val="005A361C"/>
    <w:rsid w:val="005A3905"/>
    <w:rsid w:val="005A7E46"/>
    <w:rsid w:val="005B1286"/>
    <w:rsid w:val="005B3BA2"/>
    <w:rsid w:val="005B78AA"/>
    <w:rsid w:val="005C0E2F"/>
    <w:rsid w:val="005C3309"/>
    <w:rsid w:val="005C3B3D"/>
    <w:rsid w:val="005C4052"/>
    <w:rsid w:val="005C4129"/>
    <w:rsid w:val="005C4465"/>
    <w:rsid w:val="005C48D3"/>
    <w:rsid w:val="005C49BC"/>
    <w:rsid w:val="005C4CD0"/>
    <w:rsid w:val="005C4F55"/>
    <w:rsid w:val="005C5092"/>
    <w:rsid w:val="005C6A95"/>
    <w:rsid w:val="005C706B"/>
    <w:rsid w:val="005C7265"/>
    <w:rsid w:val="005C74A6"/>
    <w:rsid w:val="005D2578"/>
    <w:rsid w:val="005D25C4"/>
    <w:rsid w:val="005D2787"/>
    <w:rsid w:val="005D47D5"/>
    <w:rsid w:val="005E0985"/>
    <w:rsid w:val="005E0EC1"/>
    <w:rsid w:val="005E13BD"/>
    <w:rsid w:val="005E3734"/>
    <w:rsid w:val="005E3F8E"/>
    <w:rsid w:val="005E53DD"/>
    <w:rsid w:val="005E5CB0"/>
    <w:rsid w:val="005F10AD"/>
    <w:rsid w:val="005F1239"/>
    <w:rsid w:val="005F312E"/>
    <w:rsid w:val="005F33A4"/>
    <w:rsid w:val="005F54B4"/>
    <w:rsid w:val="005F7AFC"/>
    <w:rsid w:val="006000AF"/>
    <w:rsid w:val="00604984"/>
    <w:rsid w:val="006057B7"/>
    <w:rsid w:val="006057BD"/>
    <w:rsid w:val="00605B1F"/>
    <w:rsid w:val="00610F53"/>
    <w:rsid w:val="0062104C"/>
    <w:rsid w:val="00625BD6"/>
    <w:rsid w:val="00627740"/>
    <w:rsid w:val="00627F02"/>
    <w:rsid w:val="00630B24"/>
    <w:rsid w:val="0063393C"/>
    <w:rsid w:val="0063404C"/>
    <w:rsid w:val="00634E73"/>
    <w:rsid w:val="00635377"/>
    <w:rsid w:val="006372EB"/>
    <w:rsid w:val="00637E26"/>
    <w:rsid w:val="00642160"/>
    <w:rsid w:val="00642208"/>
    <w:rsid w:val="00644701"/>
    <w:rsid w:val="006457DE"/>
    <w:rsid w:val="0065168B"/>
    <w:rsid w:val="00651C46"/>
    <w:rsid w:val="00651E51"/>
    <w:rsid w:val="00654A7B"/>
    <w:rsid w:val="00656617"/>
    <w:rsid w:val="00656EC8"/>
    <w:rsid w:val="00656F33"/>
    <w:rsid w:val="00657809"/>
    <w:rsid w:val="00657EAC"/>
    <w:rsid w:val="00661EF0"/>
    <w:rsid w:val="0066312E"/>
    <w:rsid w:val="0066370F"/>
    <w:rsid w:val="006642CB"/>
    <w:rsid w:val="00665771"/>
    <w:rsid w:val="00671DA7"/>
    <w:rsid w:val="00674EC1"/>
    <w:rsid w:val="006813AA"/>
    <w:rsid w:val="00682113"/>
    <w:rsid w:val="006834EC"/>
    <w:rsid w:val="00683783"/>
    <w:rsid w:val="00683DFC"/>
    <w:rsid w:val="006854C0"/>
    <w:rsid w:val="006856F1"/>
    <w:rsid w:val="00690696"/>
    <w:rsid w:val="006922B3"/>
    <w:rsid w:val="00694384"/>
    <w:rsid w:val="00696E57"/>
    <w:rsid w:val="006A1705"/>
    <w:rsid w:val="006A1CC5"/>
    <w:rsid w:val="006A50AC"/>
    <w:rsid w:val="006A7EAC"/>
    <w:rsid w:val="006B06F5"/>
    <w:rsid w:val="006B0941"/>
    <w:rsid w:val="006B12AA"/>
    <w:rsid w:val="006B2090"/>
    <w:rsid w:val="006B3DE6"/>
    <w:rsid w:val="006B780B"/>
    <w:rsid w:val="006B78B4"/>
    <w:rsid w:val="006C0940"/>
    <w:rsid w:val="006C122C"/>
    <w:rsid w:val="006C3014"/>
    <w:rsid w:val="006C379E"/>
    <w:rsid w:val="006C44CD"/>
    <w:rsid w:val="006C58CB"/>
    <w:rsid w:val="006D017E"/>
    <w:rsid w:val="006D10C7"/>
    <w:rsid w:val="006D13A0"/>
    <w:rsid w:val="006D198A"/>
    <w:rsid w:val="006D20DF"/>
    <w:rsid w:val="006D4CB8"/>
    <w:rsid w:val="006D64DD"/>
    <w:rsid w:val="006E00A4"/>
    <w:rsid w:val="006E1502"/>
    <w:rsid w:val="006E2FA7"/>
    <w:rsid w:val="006E4D78"/>
    <w:rsid w:val="006F29B2"/>
    <w:rsid w:val="006F57B1"/>
    <w:rsid w:val="006F6BC9"/>
    <w:rsid w:val="0070005F"/>
    <w:rsid w:val="007025DC"/>
    <w:rsid w:val="00703365"/>
    <w:rsid w:val="0070419F"/>
    <w:rsid w:val="007060A8"/>
    <w:rsid w:val="00706974"/>
    <w:rsid w:val="00710115"/>
    <w:rsid w:val="0071084D"/>
    <w:rsid w:val="007118C2"/>
    <w:rsid w:val="007137E7"/>
    <w:rsid w:val="00714163"/>
    <w:rsid w:val="00715DE7"/>
    <w:rsid w:val="007166D7"/>
    <w:rsid w:val="00717667"/>
    <w:rsid w:val="00721D7A"/>
    <w:rsid w:val="00723E74"/>
    <w:rsid w:val="00724B17"/>
    <w:rsid w:val="00725209"/>
    <w:rsid w:val="007261AD"/>
    <w:rsid w:val="0073031F"/>
    <w:rsid w:val="0073289F"/>
    <w:rsid w:val="007330DF"/>
    <w:rsid w:val="00733C53"/>
    <w:rsid w:val="00735606"/>
    <w:rsid w:val="00737821"/>
    <w:rsid w:val="00741526"/>
    <w:rsid w:val="0074352F"/>
    <w:rsid w:val="007457F0"/>
    <w:rsid w:val="00746F93"/>
    <w:rsid w:val="0075061A"/>
    <w:rsid w:val="007533A9"/>
    <w:rsid w:val="0075475A"/>
    <w:rsid w:val="00755E30"/>
    <w:rsid w:val="00757949"/>
    <w:rsid w:val="007602C6"/>
    <w:rsid w:val="0076067A"/>
    <w:rsid w:val="00765416"/>
    <w:rsid w:val="007719D9"/>
    <w:rsid w:val="00772A1F"/>
    <w:rsid w:val="00776CD4"/>
    <w:rsid w:val="00777433"/>
    <w:rsid w:val="00777C68"/>
    <w:rsid w:val="00781307"/>
    <w:rsid w:val="0078188F"/>
    <w:rsid w:val="00781BBA"/>
    <w:rsid w:val="007827EB"/>
    <w:rsid w:val="00783D89"/>
    <w:rsid w:val="0078407A"/>
    <w:rsid w:val="007844DA"/>
    <w:rsid w:val="0078664D"/>
    <w:rsid w:val="007871B0"/>
    <w:rsid w:val="00790498"/>
    <w:rsid w:val="00790734"/>
    <w:rsid w:val="00790984"/>
    <w:rsid w:val="007919AE"/>
    <w:rsid w:val="00792EB9"/>
    <w:rsid w:val="0079358F"/>
    <w:rsid w:val="00793CDF"/>
    <w:rsid w:val="00793F82"/>
    <w:rsid w:val="00795222"/>
    <w:rsid w:val="0079684B"/>
    <w:rsid w:val="00796926"/>
    <w:rsid w:val="00797E00"/>
    <w:rsid w:val="00797F84"/>
    <w:rsid w:val="007A06E9"/>
    <w:rsid w:val="007A12FB"/>
    <w:rsid w:val="007A4E16"/>
    <w:rsid w:val="007A79F0"/>
    <w:rsid w:val="007B2154"/>
    <w:rsid w:val="007B3576"/>
    <w:rsid w:val="007B56C3"/>
    <w:rsid w:val="007B61C2"/>
    <w:rsid w:val="007B74F9"/>
    <w:rsid w:val="007C05DD"/>
    <w:rsid w:val="007C0EFB"/>
    <w:rsid w:val="007C1D74"/>
    <w:rsid w:val="007C2869"/>
    <w:rsid w:val="007C4B59"/>
    <w:rsid w:val="007C5B84"/>
    <w:rsid w:val="007D1411"/>
    <w:rsid w:val="007D1BDD"/>
    <w:rsid w:val="007D2DA3"/>
    <w:rsid w:val="007D4E84"/>
    <w:rsid w:val="007D5601"/>
    <w:rsid w:val="007D5EC4"/>
    <w:rsid w:val="007D78B7"/>
    <w:rsid w:val="007E12F7"/>
    <w:rsid w:val="007E1EA6"/>
    <w:rsid w:val="007E205B"/>
    <w:rsid w:val="007E3AB1"/>
    <w:rsid w:val="007E3C84"/>
    <w:rsid w:val="007E4434"/>
    <w:rsid w:val="007E54AB"/>
    <w:rsid w:val="007E6838"/>
    <w:rsid w:val="007E6A0E"/>
    <w:rsid w:val="007E6FF7"/>
    <w:rsid w:val="007E769F"/>
    <w:rsid w:val="007F0161"/>
    <w:rsid w:val="007F17D8"/>
    <w:rsid w:val="007F43CE"/>
    <w:rsid w:val="007F525F"/>
    <w:rsid w:val="007F53EC"/>
    <w:rsid w:val="007F7240"/>
    <w:rsid w:val="008000D5"/>
    <w:rsid w:val="0080138E"/>
    <w:rsid w:val="0080304D"/>
    <w:rsid w:val="008036AE"/>
    <w:rsid w:val="00805A43"/>
    <w:rsid w:val="00806CDB"/>
    <w:rsid w:val="00806EC3"/>
    <w:rsid w:val="008075BA"/>
    <w:rsid w:val="008129E0"/>
    <w:rsid w:val="008145E8"/>
    <w:rsid w:val="008164F5"/>
    <w:rsid w:val="00817AAC"/>
    <w:rsid w:val="00820DE2"/>
    <w:rsid w:val="00821555"/>
    <w:rsid w:val="008216FB"/>
    <w:rsid w:val="008217D4"/>
    <w:rsid w:val="008220E9"/>
    <w:rsid w:val="0082214F"/>
    <w:rsid w:val="008237CE"/>
    <w:rsid w:val="00825053"/>
    <w:rsid w:val="0082586F"/>
    <w:rsid w:val="00825E9C"/>
    <w:rsid w:val="008272F3"/>
    <w:rsid w:val="00827A82"/>
    <w:rsid w:val="00827F20"/>
    <w:rsid w:val="0083067F"/>
    <w:rsid w:val="0083363E"/>
    <w:rsid w:val="008339DA"/>
    <w:rsid w:val="008349ED"/>
    <w:rsid w:val="00841351"/>
    <w:rsid w:val="00841E8A"/>
    <w:rsid w:val="008430D4"/>
    <w:rsid w:val="00845FEE"/>
    <w:rsid w:val="00847024"/>
    <w:rsid w:val="00852952"/>
    <w:rsid w:val="008550E6"/>
    <w:rsid w:val="008556EA"/>
    <w:rsid w:val="008569DC"/>
    <w:rsid w:val="008617A1"/>
    <w:rsid w:val="008623BB"/>
    <w:rsid w:val="00862AD9"/>
    <w:rsid w:val="00863B87"/>
    <w:rsid w:val="00866300"/>
    <w:rsid w:val="008750D2"/>
    <w:rsid w:val="008752A7"/>
    <w:rsid w:val="00880E6B"/>
    <w:rsid w:val="00882532"/>
    <w:rsid w:val="008827D2"/>
    <w:rsid w:val="00882C36"/>
    <w:rsid w:val="00885410"/>
    <w:rsid w:val="00885639"/>
    <w:rsid w:val="00885BF3"/>
    <w:rsid w:val="0089036C"/>
    <w:rsid w:val="00890D81"/>
    <w:rsid w:val="00892F18"/>
    <w:rsid w:val="00893498"/>
    <w:rsid w:val="00895B2F"/>
    <w:rsid w:val="00895B5B"/>
    <w:rsid w:val="0089604D"/>
    <w:rsid w:val="00896D4F"/>
    <w:rsid w:val="008A07A9"/>
    <w:rsid w:val="008A266C"/>
    <w:rsid w:val="008A5376"/>
    <w:rsid w:val="008A6EA4"/>
    <w:rsid w:val="008B03A0"/>
    <w:rsid w:val="008B13D0"/>
    <w:rsid w:val="008B4204"/>
    <w:rsid w:val="008B5BC7"/>
    <w:rsid w:val="008B5FEE"/>
    <w:rsid w:val="008B7BB3"/>
    <w:rsid w:val="008C28AF"/>
    <w:rsid w:val="008C47D2"/>
    <w:rsid w:val="008C62BC"/>
    <w:rsid w:val="008C6453"/>
    <w:rsid w:val="008C6B39"/>
    <w:rsid w:val="008C707A"/>
    <w:rsid w:val="008C742F"/>
    <w:rsid w:val="008D1E4E"/>
    <w:rsid w:val="008D2E2A"/>
    <w:rsid w:val="008D30F1"/>
    <w:rsid w:val="008D36E1"/>
    <w:rsid w:val="008D570C"/>
    <w:rsid w:val="008D6890"/>
    <w:rsid w:val="008D7A84"/>
    <w:rsid w:val="008D7CED"/>
    <w:rsid w:val="008E070C"/>
    <w:rsid w:val="008E2E08"/>
    <w:rsid w:val="008E40DA"/>
    <w:rsid w:val="008E5EF2"/>
    <w:rsid w:val="008E6803"/>
    <w:rsid w:val="008E6F57"/>
    <w:rsid w:val="008E76D6"/>
    <w:rsid w:val="008F062C"/>
    <w:rsid w:val="008F29C3"/>
    <w:rsid w:val="008F3814"/>
    <w:rsid w:val="009006AA"/>
    <w:rsid w:val="00900C09"/>
    <w:rsid w:val="009012DF"/>
    <w:rsid w:val="009022A8"/>
    <w:rsid w:val="00903F13"/>
    <w:rsid w:val="00904568"/>
    <w:rsid w:val="009077D3"/>
    <w:rsid w:val="00907881"/>
    <w:rsid w:val="00907C4F"/>
    <w:rsid w:val="00910A3D"/>
    <w:rsid w:val="0091136A"/>
    <w:rsid w:val="00911420"/>
    <w:rsid w:val="00911993"/>
    <w:rsid w:val="00911C8D"/>
    <w:rsid w:val="009122BB"/>
    <w:rsid w:val="00912469"/>
    <w:rsid w:val="00913F19"/>
    <w:rsid w:val="009162E3"/>
    <w:rsid w:val="00916A71"/>
    <w:rsid w:val="00917F0D"/>
    <w:rsid w:val="00924A00"/>
    <w:rsid w:val="00925402"/>
    <w:rsid w:val="009261A7"/>
    <w:rsid w:val="0093085D"/>
    <w:rsid w:val="00931221"/>
    <w:rsid w:val="00931B5B"/>
    <w:rsid w:val="0093324F"/>
    <w:rsid w:val="00933B26"/>
    <w:rsid w:val="00933EDA"/>
    <w:rsid w:val="00936960"/>
    <w:rsid w:val="00937188"/>
    <w:rsid w:val="009417E4"/>
    <w:rsid w:val="00941F22"/>
    <w:rsid w:val="00944C2E"/>
    <w:rsid w:val="00946EC7"/>
    <w:rsid w:val="00947911"/>
    <w:rsid w:val="00950C86"/>
    <w:rsid w:val="00953887"/>
    <w:rsid w:val="00953ABA"/>
    <w:rsid w:val="009550B4"/>
    <w:rsid w:val="009558C2"/>
    <w:rsid w:val="00955B01"/>
    <w:rsid w:val="00957AA5"/>
    <w:rsid w:val="009621E6"/>
    <w:rsid w:val="00962BA4"/>
    <w:rsid w:val="009639C3"/>
    <w:rsid w:val="0096430E"/>
    <w:rsid w:val="009650B6"/>
    <w:rsid w:val="00965D74"/>
    <w:rsid w:val="009707E8"/>
    <w:rsid w:val="0097095E"/>
    <w:rsid w:val="00972AB5"/>
    <w:rsid w:val="009754AF"/>
    <w:rsid w:val="00976367"/>
    <w:rsid w:val="009773AB"/>
    <w:rsid w:val="009778FC"/>
    <w:rsid w:val="00977B05"/>
    <w:rsid w:val="00981846"/>
    <w:rsid w:val="00981CD3"/>
    <w:rsid w:val="00982DDA"/>
    <w:rsid w:val="009839E4"/>
    <w:rsid w:val="00985D4F"/>
    <w:rsid w:val="00987631"/>
    <w:rsid w:val="009877AC"/>
    <w:rsid w:val="00990A7B"/>
    <w:rsid w:val="00990EB7"/>
    <w:rsid w:val="0099118C"/>
    <w:rsid w:val="009913C5"/>
    <w:rsid w:val="0099147B"/>
    <w:rsid w:val="00993533"/>
    <w:rsid w:val="009950B7"/>
    <w:rsid w:val="00995263"/>
    <w:rsid w:val="009952AF"/>
    <w:rsid w:val="00996667"/>
    <w:rsid w:val="0099702A"/>
    <w:rsid w:val="009A05C1"/>
    <w:rsid w:val="009A0A65"/>
    <w:rsid w:val="009A10AE"/>
    <w:rsid w:val="009A19A2"/>
    <w:rsid w:val="009A1DD1"/>
    <w:rsid w:val="009A40B3"/>
    <w:rsid w:val="009A6371"/>
    <w:rsid w:val="009A77E7"/>
    <w:rsid w:val="009B0A29"/>
    <w:rsid w:val="009B16C7"/>
    <w:rsid w:val="009B1F87"/>
    <w:rsid w:val="009C0632"/>
    <w:rsid w:val="009C2C83"/>
    <w:rsid w:val="009C31C4"/>
    <w:rsid w:val="009C6B73"/>
    <w:rsid w:val="009D466C"/>
    <w:rsid w:val="009D556B"/>
    <w:rsid w:val="009D763B"/>
    <w:rsid w:val="009D7A17"/>
    <w:rsid w:val="009D7E65"/>
    <w:rsid w:val="009E1357"/>
    <w:rsid w:val="009E1818"/>
    <w:rsid w:val="009E35D2"/>
    <w:rsid w:val="009E55F0"/>
    <w:rsid w:val="009F1A8D"/>
    <w:rsid w:val="009F1EBA"/>
    <w:rsid w:val="009F27A6"/>
    <w:rsid w:val="009F2A7C"/>
    <w:rsid w:val="009F5818"/>
    <w:rsid w:val="009F742F"/>
    <w:rsid w:val="009F753B"/>
    <w:rsid w:val="00A00046"/>
    <w:rsid w:val="00A00B2C"/>
    <w:rsid w:val="00A017C2"/>
    <w:rsid w:val="00A02400"/>
    <w:rsid w:val="00A04D34"/>
    <w:rsid w:val="00A104EF"/>
    <w:rsid w:val="00A134F9"/>
    <w:rsid w:val="00A14304"/>
    <w:rsid w:val="00A14510"/>
    <w:rsid w:val="00A14737"/>
    <w:rsid w:val="00A1586E"/>
    <w:rsid w:val="00A15C54"/>
    <w:rsid w:val="00A17F18"/>
    <w:rsid w:val="00A20144"/>
    <w:rsid w:val="00A267B3"/>
    <w:rsid w:val="00A26BBD"/>
    <w:rsid w:val="00A27228"/>
    <w:rsid w:val="00A2757E"/>
    <w:rsid w:val="00A301AB"/>
    <w:rsid w:val="00A30369"/>
    <w:rsid w:val="00A315E1"/>
    <w:rsid w:val="00A321A8"/>
    <w:rsid w:val="00A3366E"/>
    <w:rsid w:val="00A33F05"/>
    <w:rsid w:val="00A35AAF"/>
    <w:rsid w:val="00A37991"/>
    <w:rsid w:val="00A37D9D"/>
    <w:rsid w:val="00A44226"/>
    <w:rsid w:val="00A44862"/>
    <w:rsid w:val="00A44BD9"/>
    <w:rsid w:val="00A44E7C"/>
    <w:rsid w:val="00A47816"/>
    <w:rsid w:val="00A47C2C"/>
    <w:rsid w:val="00A501C5"/>
    <w:rsid w:val="00A5271E"/>
    <w:rsid w:val="00A52BD9"/>
    <w:rsid w:val="00A608BA"/>
    <w:rsid w:val="00A61CF9"/>
    <w:rsid w:val="00A6250B"/>
    <w:rsid w:val="00A63BB9"/>
    <w:rsid w:val="00A6431D"/>
    <w:rsid w:val="00A6543C"/>
    <w:rsid w:val="00A65C4A"/>
    <w:rsid w:val="00A702F6"/>
    <w:rsid w:val="00A718AB"/>
    <w:rsid w:val="00A71907"/>
    <w:rsid w:val="00A71F6E"/>
    <w:rsid w:val="00A739E4"/>
    <w:rsid w:val="00A77BC9"/>
    <w:rsid w:val="00A83D5E"/>
    <w:rsid w:val="00A84149"/>
    <w:rsid w:val="00A84474"/>
    <w:rsid w:val="00A84AE4"/>
    <w:rsid w:val="00A86A2F"/>
    <w:rsid w:val="00A9098C"/>
    <w:rsid w:val="00A91370"/>
    <w:rsid w:val="00A91893"/>
    <w:rsid w:val="00A92220"/>
    <w:rsid w:val="00A930B1"/>
    <w:rsid w:val="00A95AED"/>
    <w:rsid w:val="00A96CAD"/>
    <w:rsid w:val="00A97594"/>
    <w:rsid w:val="00A97B4F"/>
    <w:rsid w:val="00A97E07"/>
    <w:rsid w:val="00AA08F7"/>
    <w:rsid w:val="00AA1FC3"/>
    <w:rsid w:val="00AA35DE"/>
    <w:rsid w:val="00AA3605"/>
    <w:rsid w:val="00AA3E09"/>
    <w:rsid w:val="00AA4133"/>
    <w:rsid w:val="00AA4E07"/>
    <w:rsid w:val="00AA5404"/>
    <w:rsid w:val="00AA5485"/>
    <w:rsid w:val="00AA5797"/>
    <w:rsid w:val="00AA5EED"/>
    <w:rsid w:val="00AA70E7"/>
    <w:rsid w:val="00AB20E5"/>
    <w:rsid w:val="00AB23E1"/>
    <w:rsid w:val="00AC279E"/>
    <w:rsid w:val="00AC351A"/>
    <w:rsid w:val="00AC364A"/>
    <w:rsid w:val="00AC4793"/>
    <w:rsid w:val="00AC7E6D"/>
    <w:rsid w:val="00AC7F17"/>
    <w:rsid w:val="00AD096D"/>
    <w:rsid w:val="00AD227C"/>
    <w:rsid w:val="00AD4566"/>
    <w:rsid w:val="00AD4C22"/>
    <w:rsid w:val="00AD5871"/>
    <w:rsid w:val="00AD5D7A"/>
    <w:rsid w:val="00AD6737"/>
    <w:rsid w:val="00AD7664"/>
    <w:rsid w:val="00AD7BFF"/>
    <w:rsid w:val="00AE1077"/>
    <w:rsid w:val="00AE193A"/>
    <w:rsid w:val="00AE51C0"/>
    <w:rsid w:val="00AE5540"/>
    <w:rsid w:val="00AE5DE9"/>
    <w:rsid w:val="00AE5E46"/>
    <w:rsid w:val="00AE6F2A"/>
    <w:rsid w:val="00AF26FA"/>
    <w:rsid w:val="00AF47FA"/>
    <w:rsid w:val="00AF4C61"/>
    <w:rsid w:val="00AF59F1"/>
    <w:rsid w:val="00AF61CB"/>
    <w:rsid w:val="00B00807"/>
    <w:rsid w:val="00B0114B"/>
    <w:rsid w:val="00B01695"/>
    <w:rsid w:val="00B03773"/>
    <w:rsid w:val="00B03EB8"/>
    <w:rsid w:val="00B03F44"/>
    <w:rsid w:val="00B040F9"/>
    <w:rsid w:val="00B0501A"/>
    <w:rsid w:val="00B0521F"/>
    <w:rsid w:val="00B05D91"/>
    <w:rsid w:val="00B06616"/>
    <w:rsid w:val="00B06EAE"/>
    <w:rsid w:val="00B13DBA"/>
    <w:rsid w:val="00B20728"/>
    <w:rsid w:val="00B21A2E"/>
    <w:rsid w:val="00B22C73"/>
    <w:rsid w:val="00B235CB"/>
    <w:rsid w:val="00B24AA2"/>
    <w:rsid w:val="00B265BF"/>
    <w:rsid w:val="00B311F6"/>
    <w:rsid w:val="00B31640"/>
    <w:rsid w:val="00B31B74"/>
    <w:rsid w:val="00B32FDE"/>
    <w:rsid w:val="00B33149"/>
    <w:rsid w:val="00B348D3"/>
    <w:rsid w:val="00B361D8"/>
    <w:rsid w:val="00B40E3C"/>
    <w:rsid w:val="00B41FC1"/>
    <w:rsid w:val="00B43FA6"/>
    <w:rsid w:val="00B51AC4"/>
    <w:rsid w:val="00B57659"/>
    <w:rsid w:val="00B611E2"/>
    <w:rsid w:val="00B63F48"/>
    <w:rsid w:val="00B6432A"/>
    <w:rsid w:val="00B64F80"/>
    <w:rsid w:val="00B652D0"/>
    <w:rsid w:val="00B65EBA"/>
    <w:rsid w:val="00B713D7"/>
    <w:rsid w:val="00B731FE"/>
    <w:rsid w:val="00B73E28"/>
    <w:rsid w:val="00B7487F"/>
    <w:rsid w:val="00B77E16"/>
    <w:rsid w:val="00B80BD6"/>
    <w:rsid w:val="00B8131D"/>
    <w:rsid w:val="00B841B1"/>
    <w:rsid w:val="00B84DAC"/>
    <w:rsid w:val="00B85B7C"/>
    <w:rsid w:val="00B85D28"/>
    <w:rsid w:val="00B867DC"/>
    <w:rsid w:val="00B867FF"/>
    <w:rsid w:val="00B93228"/>
    <w:rsid w:val="00B93C42"/>
    <w:rsid w:val="00B94EB7"/>
    <w:rsid w:val="00B95739"/>
    <w:rsid w:val="00B95DAE"/>
    <w:rsid w:val="00B971CB"/>
    <w:rsid w:val="00BA00B6"/>
    <w:rsid w:val="00BA219B"/>
    <w:rsid w:val="00BA328E"/>
    <w:rsid w:val="00BA3D81"/>
    <w:rsid w:val="00BA4118"/>
    <w:rsid w:val="00BA43D8"/>
    <w:rsid w:val="00BA5F05"/>
    <w:rsid w:val="00BA6BA6"/>
    <w:rsid w:val="00BB1B4E"/>
    <w:rsid w:val="00BB2228"/>
    <w:rsid w:val="00BB2290"/>
    <w:rsid w:val="00BB2371"/>
    <w:rsid w:val="00BB30E6"/>
    <w:rsid w:val="00BB47D8"/>
    <w:rsid w:val="00BB6CF7"/>
    <w:rsid w:val="00BC12A4"/>
    <w:rsid w:val="00BC1DE2"/>
    <w:rsid w:val="00BC1DEC"/>
    <w:rsid w:val="00BC2E28"/>
    <w:rsid w:val="00BC2FAD"/>
    <w:rsid w:val="00BC34BB"/>
    <w:rsid w:val="00BC34F4"/>
    <w:rsid w:val="00BC4FF1"/>
    <w:rsid w:val="00BC5AE9"/>
    <w:rsid w:val="00BD00CF"/>
    <w:rsid w:val="00BD2D48"/>
    <w:rsid w:val="00BD5C65"/>
    <w:rsid w:val="00BE20F0"/>
    <w:rsid w:val="00BE234A"/>
    <w:rsid w:val="00BE378F"/>
    <w:rsid w:val="00BE504A"/>
    <w:rsid w:val="00BE686C"/>
    <w:rsid w:val="00BF0293"/>
    <w:rsid w:val="00BF0499"/>
    <w:rsid w:val="00BF15FA"/>
    <w:rsid w:val="00BF1871"/>
    <w:rsid w:val="00BF25D7"/>
    <w:rsid w:val="00BF2B99"/>
    <w:rsid w:val="00BF608C"/>
    <w:rsid w:val="00BF76CC"/>
    <w:rsid w:val="00BF7D4F"/>
    <w:rsid w:val="00C00505"/>
    <w:rsid w:val="00C00E40"/>
    <w:rsid w:val="00C0108D"/>
    <w:rsid w:val="00C0350E"/>
    <w:rsid w:val="00C04D11"/>
    <w:rsid w:val="00C05061"/>
    <w:rsid w:val="00C0551B"/>
    <w:rsid w:val="00C05BAE"/>
    <w:rsid w:val="00C05E5E"/>
    <w:rsid w:val="00C10412"/>
    <w:rsid w:val="00C131E3"/>
    <w:rsid w:val="00C14336"/>
    <w:rsid w:val="00C144CB"/>
    <w:rsid w:val="00C145BC"/>
    <w:rsid w:val="00C1680A"/>
    <w:rsid w:val="00C21815"/>
    <w:rsid w:val="00C21A09"/>
    <w:rsid w:val="00C21B4E"/>
    <w:rsid w:val="00C220E5"/>
    <w:rsid w:val="00C23506"/>
    <w:rsid w:val="00C23677"/>
    <w:rsid w:val="00C24B39"/>
    <w:rsid w:val="00C251D2"/>
    <w:rsid w:val="00C255FD"/>
    <w:rsid w:val="00C25D87"/>
    <w:rsid w:val="00C25E27"/>
    <w:rsid w:val="00C2798C"/>
    <w:rsid w:val="00C27C9F"/>
    <w:rsid w:val="00C30C77"/>
    <w:rsid w:val="00C3102E"/>
    <w:rsid w:val="00C3159D"/>
    <w:rsid w:val="00C31B7A"/>
    <w:rsid w:val="00C31FFE"/>
    <w:rsid w:val="00C343D8"/>
    <w:rsid w:val="00C35CEC"/>
    <w:rsid w:val="00C35CEF"/>
    <w:rsid w:val="00C36424"/>
    <w:rsid w:val="00C366C7"/>
    <w:rsid w:val="00C4156D"/>
    <w:rsid w:val="00C424DF"/>
    <w:rsid w:val="00C4433A"/>
    <w:rsid w:val="00C44542"/>
    <w:rsid w:val="00C44BA1"/>
    <w:rsid w:val="00C45161"/>
    <w:rsid w:val="00C45F5B"/>
    <w:rsid w:val="00C46349"/>
    <w:rsid w:val="00C46C45"/>
    <w:rsid w:val="00C4744A"/>
    <w:rsid w:val="00C47CDC"/>
    <w:rsid w:val="00C502D8"/>
    <w:rsid w:val="00C5157C"/>
    <w:rsid w:val="00C51706"/>
    <w:rsid w:val="00C51847"/>
    <w:rsid w:val="00C52D66"/>
    <w:rsid w:val="00C57A95"/>
    <w:rsid w:val="00C60976"/>
    <w:rsid w:val="00C63DA0"/>
    <w:rsid w:val="00C64910"/>
    <w:rsid w:val="00C6556E"/>
    <w:rsid w:val="00C6790E"/>
    <w:rsid w:val="00C71CB5"/>
    <w:rsid w:val="00C722A1"/>
    <w:rsid w:val="00C745B0"/>
    <w:rsid w:val="00C75785"/>
    <w:rsid w:val="00C81A21"/>
    <w:rsid w:val="00C81B6C"/>
    <w:rsid w:val="00C81CA8"/>
    <w:rsid w:val="00C83150"/>
    <w:rsid w:val="00C8359C"/>
    <w:rsid w:val="00C85D35"/>
    <w:rsid w:val="00C863A2"/>
    <w:rsid w:val="00C903B4"/>
    <w:rsid w:val="00C91F5A"/>
    <w:rsid w:val="00C92C07"/>
    <w:rsid w:val="00C94D8F"/>
    <w:rsid w:val="00C95654"/>
    <w:rsid w:val="00C95D22"/>
    <w:rsid w:val="00CA08CE"/>
    <w:rsid w:val="00CA3999"/>
    <w:rsid w:val="00CA51B0"/>
    <w:rsid w:val="00CB05E6"/>
    <w:rsid w:val="00CB0710"/>
    <w:rsid w:val="00CB0885"/>
    <w:rsid w:val="00CB1D18"/>
    <w:rsid w:val="00CB38C9"/>
    <w:rsid w:val="00CC034D"/>
    <w:rsid w:val="00CC28B9"/>
    <w:rsid w:val="00CC3192"/>
    <w:rsid w:val="00CC6F2D"/>
    <w:rsid w:val="00CD0CA5"/>
    <w:rsid w:val="00CD264E"/>
    <w:rsid w:val="00CD3EF6"/>
    <w:rsid w:val="00CD65EA"/>
    <w:rsid w:val="00CD7724"/>
    <w:rsid w:val="00CE15FB"/>
    <w:rsid w:val="00CE313F"/>
    <w:rsid w:val="00CE3658"/>
    <w:rsid w:val="00CE3C4F"/>
    <w:rsid w:val="00CF1A65"/>
    <w:rsid w:val="00CF2D8B"/>
    <w:rsid w:val="00CF4ACD"/>
    <w:rsid w:val="00CF57DE"/>
    <w:rsid w:val="00D0258E"/>
    <w:rsid w:val="00D0280A"/>
    <w:rsid w:val="00D03247"/>
    <w:rsid w:val="00D055E6"/>
    <w:rsid w:val="00D05A33"/>
    <w:rsid w:val="00D06ABF"/>
    <w:rsid w:val="00D07CE3"/>
    <w:rsid w:val="00D14255"/>
    <w:rsid w:val="00D2163A"/>
    <w:rsid w:val="00D259FC"/>
    <w:rsid w:val="00D26231"/>
    <w:rsid w:val="00D27163"/>
    <w:rsid w:val="00D31470"/>
    <w:rsid w:val="00D317CA"/>
    <w:rsid w:val="00D33967"/>
    <w:rsid w:val="00D33A44"/>
    <w:rsid w:val="00D35C9C"/>
    <w:rsid w:val="00D37005"/>
    <w:rsid w:val="00D41BC9"/>
    <w:rsid w:val="00D423AC"/>
    <w:rsid w:val="00D42B0A"/>
    <w:rsid w:val="00D462F8"/>
    <w:rsid w:val="00D5048C"/>
    <w:rsid w:val="00D5080B"/>
    <w:rsid w:val="00D509C9"/>
    <w:rsid w:val="00D5255E"/>
    <w:rsid w:val="00D52CE5"/>
    <w:rsid w:val="00D543F8"/>
    <w:rsid w:val="00D5679A"/>
    <w:rsid w:val="00D57F33"/>
    <w:rsid w:val="00D616EA"/>
    <w:rsid w:val="00D61916"/>
    <w:rsid w:val="00D62AB6"/>
    <w:rsid w:val="00D6307B"/>
    <w:rsid w:val="00D631FB"/>
    <w:rsid w:val="00D64D94"/>
    <w:rsid w:val="00D70D97"/>
    <w:rsid w:val="00D73BF8"/>
    <w:rsid w:val="00D744C5"/>
    <w:rsid w:val="00D74925"/>
    <w:rsid w:val="00D75212"/>
    <w:rsid w:val="00D75B61"/>
    <w:rsid w:val="00D8129F"/>
    <w:rsid w:val="00D829B3"/>
    <w:rsid w:val="00D82F1E"/>
    <w:rsid w:val="00D837EC"/>
    <w:rsid w:val="00D84812"/>
    <w:rsid w:val="00D856FA"/>
    <w:rsid w:val="00D861BE"/>
    <w:rsid w:val="00D8640E"/>
    <w:rsid w:val="00D90CE3"/>
    <w:rsid w:val="00D92EE3"/>
    <w:rsid w:val="00D97FFD"/>
    <w:rsid w:val="00DA00DF"/>
    <w:rsid w:val="00DA1560"/>
    <w:rsid w:val="00DA25CF"/>
    <w:rsid w:val="00DA380B"/>
    <w:rsid w:val="00DA58D6"/>
    <w:rsid w:val="00DA6254"/>
    <w:rsid w:val="00DA6C17"/>
    <w:rsid w:val="00DA6D45"/>
    <w:rsid w:val="00DB0840"/>
    <w:rsid w:val="00DB4C0F"/>
    <w:rsid w:val="00DC44B5"/>
    <w:rsid w:val="00DC4522"/>
    <w:rsid w:val="00DC74CC"/>
    <w:rsid w:val="00DD0E27"/>
    <w:rsid w:val="00DD1926"/>
    <w:rsid w:val="00DD23BF"/>
    <w:rsid w:val="00DD42B8"/>
    <w:rsid w:val="00DD4726"/>
    <w:rsid w:val="00DD5E2F"/>
    <w:rsid w:val="00DD7BFE"/>
    <w:rsid w:val="00DE1D62"/>
    <w:rsid w:val="00DE407F"/>
    <w:rsid w:val="00DE575C"/>
    <w:rsid w:val="00DE60E4"/>
    <w:rsid w:val="00DE73BD"/>
    <w:rsid w:val="00DF0701"/>
    <w:rsid w:val="00DF1A8A"/>
    <w:rsid w:val="00DF324E"/>
    <w:rsid w:val="00DF3517"/>
    <w:rsid w:val="00DF39D2"/>
    <w:rsid w:val="00DF40BC"/>
    <w:rsid w:val="00DF7660"/>
    <w:rsid w:val="00DF7E26"/>
    <w:rsid w:val="00E00E42"/>
    <w:rsid w:val="00E03317"/>
    <w:rsid w:val="00E034EA"/>
    <w:rsid w:val="00E0579D"/>
    <w:rsid w:val="00E05C08"/>
    <w:rsid w:val="00E07FC6"/>
    <w:rsid w:val="00E10121"/>
    <w:rsid w:val="00E106FB"/>
    <w:rsid w:val="00E12CDB"/>
    <w:rsid w:val="00E130D5"/>
    <w:rsid w:val="00E13F51"/>
    <w:rsid w:val="00E14556"/>
    <w:rsid w:val="00E1545C"/>
    <w:rsid w:val="00E163D0"/>
    <w:rsid w:val="00E17D75"/>
    <w:rsid w:val="00E17E10"/>
    <w:rsid w:val="00E21C31"/>
    <w:rsid w:val="00E24414"/>
    <w:rsid w:val="00E25EDE"/>
    <w:rsid w:val="00E26326"/>
    <w:rsid w:val="00E26568"/>
    <w:rsid w:val="00E31890"/>
    <w:rsid w:val="00E35B54"/>
    <w:rsid w:val="00E36239"/>
    <w:rsid w:val="00E36407"/>
    <w:rsid w:val="00E364E8"/>
    <w:rsid w:val="00E36AF1"/>
    <w:rsid w:val="00E36DAD"/>
    <w:rsid w:val="00E37BB3"/>
    <w:rsid w:val="00E37D66"/>
    <w:rsid w:val="00E46448"/>
    <w:rsid w:val="00E4794D"/>
    <w:rsid w:val="00E50DEE"/>
    <w:rsid w:val="00E521AA"/>
    <w:rsid w:val="00E52452"/>
    <w:rsid w:val="00E567DE"/>
    <w:rsid w:val="00E60068"/>
    <w:rsid w:val="00E60E28"/>
    <w:rsid w:val="00E6105A"/>
    <w:rsid w:val="00E612D3"/>
    <w:rsid w:val="00E6149A"/>
    <w:rsid w:val="00E61517"/>
    <w:rsid w:val="00E65401"/>
    <w:rsid w:val="00E65ED9"/>
    <w:rsid w:val="00E717FC"/>
    <w:rsid w:val="00E75612"/>
    <w:rsid w:val="00E7606D"/>
    <w:rsid w:val="00E76874"/>
    <w:rsid w:val="00E76AE7"/>
    <w:rsid w:val="00E76B8C"/>
    <w:rsid w:val="00E76E24"/>
    <w:rsid w:val="00E80984"/>
    <w:rsid w:val="00E80F43"/>
    <w:rsid w:val="00E81BCF"/>
    <w:rsid w:val="00E81DC3"/>
    <w:rsid w:val="00E83047"/>
    <w:rsid w:val="00E8314A"/>
    <w:rsid w:val="00E91C73"/>
    <w:rsid w:val="00E92322"/>
    <w:rsid w:val="00E92B99"/>
    <w:rsid w:val="00E95700"/>
    <w:rsid w:val="00E95C64"/>
    <w:rsid w:val="00E971BE"/>
    <w:rsid w:val="00E97388"/>
    <w:rsid w:val="00EA0284"/>
    <w:rsid w:val="00EA0A6F"/>
    <w:rsid w:val="00EA32BD"/>
    <w:rsid w:val="00EA51FB"/>
    <w:rsid w:val="00EA6FBE"/>
    <w:rsid w:val="00EA7F8E"/>
    <w:rsid w:val="00EB0773"/>
    <w:rsid w:val="00EB2469"/>
    <w:rsid w:val="00EB64CA"/>
    <w:rsid w:val="00EC13A8"/>
    <w:rsid w:val="00EC285E"/>
    <w:rsid w:val="00EC28F7"/>
    <w:rsid w:val="00EC3C96"/>
    <w:rsid w:val="00EC5504"/>
    <w:rsid w:val="00EC5CB0"/>
    <w:rsid w:val="00EC5D18"/>
    <w:rsid w:val="00EC668A"/>
    <w:rsid w:val="00EC71EC"/>
    <w:rsid w:val="00EC760A"/>
    <w:rsid w:val="00ED1D5A"/>
    <w:rsid w:val="00ED2947"/>
    <w:rsid w:val="00ED3681"/>
    <w:rsid w:val="00ED3C52"/>
    <w:rsid w:val="00ED3D49"/>
    <w:rsid w:val="00ED559F"/>
    <w:rsid w:val="00ED5B3C"/>
    <w:rsid w:val="00ED6418"/>
    <w:rsid w:val="00EE2637"/>
    <w:rsid w:val="00EE3D0D"/>
    <w:rsid w:val="00EF0FAD"/>
    <w:rsid w:val="00EF14FC"/>
    <w:rsid w:val="00EF1EA1"/>
    <w:rsid w:val="00EF3D6E"/>
    <w:rsid w:val="00EF580F"/>
    <w:rsid w:val="00EF72D2"/>
    <w:rsid w:val="00F00EE4"/>
    <w:rsid w:val="00F0326E"/>
    <w:rsid w:val="00F03A9C"/>
    <w:rsid w:val="00F03ABE"/>
    <w:rsid w:val="00F04CB9"/>
    <w:rsid w:val="00F056E5"/>
    <w:rsid w:val="00F122AB"/>
    <w:rsid w:val="00F14A00"/>
    <w:rsid w:val="00F154CF"/>
    <w:rsid w:val="00F155B2"/>
    <w:rsid w:val="00F15D48"/>
    <w:rsid w:val="00F16210"/>
    <w:rsid w:val="00F20507"/>
    <w:rsid w:val="00F22DE6"/>
    <w:rsid w:val="00F22DED"/>
    <w:rsid w:val="00F2501D"/>
    <w:rsid w:val="00F279C0"/>
    <w:rsid w:val="00F30C1B"/>
    <w:rsid w:val="00F31EE0"/>
    <w:rsid w:val="00F418AE"/>
    <w:rsid w:val="00F5152D"/>
    <w:rsid w:val="00F53F6F"/>
    <w:rsid w:val="00F55D57"/>
    <w:rsid w:val="00F60907"/>
    <w:rsid w:val="00F62FF5"/>
    <w:rsid w:val="00F64AD9"/>
    <w:rsid w:val="00F64F87"/>
    <w:rsid w:val="00F658E3"/>
    <w:rsid w:val="00F65C17"/>
    <w:rsid w:val="00F67768"/>
    <w:rsid w:val="00F67B6E"/>
    <w:rsid w:val="00F67C50"/>
    <w:rsid w:val="00F67D60"/>
    <w:rsid w:val="00F70B2A"/>
    <w:rsid w:val="00F7186A"/>
    <w:rsid w:val="00F72FA0"/>
    <w:rsid w:val="00F73072"/>
    <w:rsid w:val="00F75480"/>
    <w:rsid w:val="00F75CED"/>
    <w:rsid w:val="00F7678F"/>
    <w:rsid w:val="00F774A0"/>
    <w:rsid w:val="00F879C4"/>
    <w:rsid w:val="00F92206"/>
    <w:rsid w:val="00F93E4E"/>
    <w:rsid w:val="00F94749"/>
    <w:rsid w:val="00F96FD9"/>
    <w:rsid w:val="00FA18E5"/>
    <w:rsid w:val="00FA3750"/>
    <w:rsid w:val="00FA3937"/>
    <w:rsid w:val="00FA4075"/>
    <w:rsid w:val="00FA4F7B"/>
    <w:rsid w:val="00FA6741"/>
    <w:rsid w:val="00FB1F53"/>
    <w:rsid w:val="00FB316E"/>
    <w:rsid w:val="00FB650D"/>
    <w:rsid w:val="00FB675B"/>
    <w:rsid w:val="00FB76CD"/>
    <w:rsid w:val="00FC0070"/>
    <w:rsid w:val="00FC22E8"/>
    <w:rsid w:val="00FC28CF"/>
    <w:rsid w:val="00FC396C"/>
    <w:rsid w:val="00FC3BC9"/>
    <w:rsid w:val="00FC6B57"/>
    <w:rsid w:val="00FC6CAB"/>
    <w:rsid w:val="00FC6E9D"/>
    <w:rsid w:val="00FD155F"/>
    <w:rsid w:val="00FD2260"/>
    <w:rsid w:val="00FD336A"/>
    <w:rsid w:val="00FD359F"/>
    <w:rsid w:val="00FD40F8"/>
    <w:rsid w:val="00FD595A"/>
    <w:rsid w:val="00FD5D01"/>
    <w:rsid w:val="00FD696B"/>
    <w:rsid w:val="00FE08A5"/>
    <w:rsid w:val="00FE288C"/>
    <w:rsid w:val="00FE4586"/>
    <w:rsid w:val="00FE5E8F"/>
    <w:rsid w:val="00FE7669"/>
    <w:rsid w:val="00FE7DE3"/>
    <w:rsid w:val="00FF3360"/>
    <w:rsid w:val="00FF40DC"/>
    <w:rsid w:val="00FF4F82"/>
    <w:rsid w:val="00FF5648"/>
    <w:rsid w:val="00FF614F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B273AC"/>
  <w15:docId w15:val="{6703CC6D-FB74-4518-AE03-8B6643904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w Cen MT" w:hAnsi="Arial" w:cs="Arial"/>
        <w:sz w:val="22"/>
        <w:szCs w:val="22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0D5"/>
    <w:pPr>
      <w:spacing w:after="210" w:line="210" w:lineRule="atLeast"/>
      <w:jc w:val="both"/>
    </w:pPr>
    <w:rPr>
      <w:color w:val="6E6F71"/>
      <w:sz w:val="20"/>
      <w:szCs w:val="20"/>
      <w:lang w:eastAsia="en-US"/>
    </w:rPr>
  </w:style>
  <w:style w:type="paragraph" w:styleId="Ttulo1">
    <w:name w:val="heading 1"/>
    <w:aliases w:val="Heading 1  -QUATERNAIR"/>
    <w:basedOn w:val="Normal"/>
    <w:next w:val="Normal"/>
    <w:link w:val="Ttulo1Carter"/>
    <w:uiPriority w:val="99"/>
    <w:qFormat/>
    <w:rsid w:val="00D90CE3"/>
    <w:pPr>
      <w:keepNext/>
      <w:keepLines/>
      <w:spacing w:after="720" w:line="240" w:lineRule="auto"/>
      <w:ind w:left="432" w:hanging="432"/>
      <w:outlineLvl w:val="0"/>
    </w:pPr>
    <w:rPr>
      <w:b/>
      <w:bCs/>
      <w:caps/>
      <w:color w:val="4C4C4C"/>
      <w:sz w:val="32"/>
      <w:szCs w:val="32"/>
      <w:lang w:val="en-IN"/>
    </w:rPr>
  </w:style>
  <w:style w:type="paragraph" w:styleId="Ttulo2">
    <w:name w:val="heading 2"/>
    <w:aliases w:val="Heading 2 - QUATERNAIR"/>
    <w:basedOn w:val="Ttulo1"/>
    <w:next w:val="Normal"/>
    <w:link w:val="Ttulo2Carter"/>
    <w:autoRedefine/>
    <w:uiPriority w:val="99"/>
    <w:qFormat/>
    <w:rsid w:val="002B21DA"/>
    <w:pPr>
      <w:numPr>
        <w:ilvl w:val="1"/>
      </w:numPr>
      <w:spacing w:before="480" w:after="120"/>
      <w:ind w:left="432" w:hanging="432"/>
      <w:jc w:val="left"/>
      <w:outlineLvl w:val="1"/>
    </w:pPr>
    <w:rPr>
      <w:color w:val="800000"/>
      <w:sz w:val="28"/>
      <w:szCs w:val="28"/>
      <w:lang w:val="pt-PT"/>
    </w:rPr>
  </w:style>
  <w:style w:type="paragraph" w:styleId="Ttulo3">
    <w:name w:val="heading 3"/>
    <w:aliases w:val="Heading 3 - QUATERNAIR"/>
    <w:basedOn w:val="Normal"/>
    <w:next w:val="Normal"/>
    <w:link w:val="Ttulo3Carter"/>
    <w:uiPriority w:val="99"/>
    <w:qFormat/>
    <w:rsid w:val="00A83D5E"/>
    <w:pPr>
      <w:numPr>
        <w:ilvl w:val="2"/>
        <w:numId w:val="2"/>
      </w:numPr>
      <w:spacing w:after="360"/>
      <w:outlineLvl w:val="2"/>
    </w:pPr>
    <w:rPr>
      <w:b/>
      <w:bCs/>
      <w:caps/>
      <w:color w:val="4C4C4C"/>
      <w:spacing w:val="10"/>
    </w:rPr>
  </w:style>
  <w:style w:type="paragraph" w:styleId="Ttulo4">
    <w:name w:val="heading 4"/>
    <w:basedOn w:val="Normal"/>
    <w:next w:val="Normal"/>
    <w:link w:val="Ttulo4Carter"/>
    <w:uiPriority w:val="99"/>
    <w:qFormat/>
    <w:rsid w:val="001F3DAB"/>
    <w:pPr>
      <w:spacing w:before="240"/>
      <w:ind w:left="864"/>
      <w:outlineLvl w:val="3"/>
    </w:pPr>
    <w:rPr>
      <w:spacing w:val="14"/>
      <w:sz w:val="22"/>
      <w:szCs w:val="22"/>
    </w:rPr>
  </w:style>
  <w:style w:type="paragraph" w:styleId="Ttulo5">
    <w:name w:val="heading 5"/>
    <w:basedOn w:val="Normal"/>
    <w:next w:val="Normal"/>
    <w:link w:val="Ttulo5Carter"/>
    <w:uiPriority w:val="99"/>
    <w:qFormat/>
    <w:rsid w:val="0031018B"/>
    <w:pPr>
      <w:numPr>
        <w:ilvl w:val="4"/>
        <w:numId w:val="28"/>
      </w:numPr>
      <w:spacing w:before="200"/>
      <w:outlineLvl w:val="4"/>
    </w:pPr>
    <w:rPr>
      <w:b/>
      <w:bCs/>
      <w:color w:val="775F55"/>
      <w:spacing w:val="10"/>
      <w:sz w:val="23"/>
      <w:szCs w:val="23"/>
    </w:rPr>
  </w:style>
  <w:style w:type="paragraph" w:styleId="Ttulo6">
    <w:name w:val="heading 6"/>
    <w:basedOn w:val="Normal"/>
    <w:next w:val="Normal"/>
    <w:link w:val="Ttulo6Carter"/>
    <w:uiPriority w:val="99"/>
    <w:qFormat/>
    <w:rsid w:val="0031018B"/>
    <w:pPr>
      <w:numPr>
        <w:ilvl w:val="5"/>
        <w:numId w:val="28"/>
      </w:numPr>
      <w:outlineLvl w:val="5"/>
    </w:pPr>
    <w:rPr>
      <w:b/>
      <w:bCs/>
      <w:color w:val="DD8047"/>
      <w:spacing w:val="10"/>
      <w:sz w:val="23"/>
      <w:szCs w:val="23"/>
    </w:rPr>
  </w:style>
  <w:style w:type="paragraph" w:styleId="Ttulo7">
    <w:name w:val="heading 7"/>
    <w:basedOn w:val="Normal"/>
    <w:next w:val="Normal"/>
    <w:link w:val="Ttulo7Carter"/>
    <w:uiPriority w:val="99"/>
    <w:qFormat/>
    <w:rsid w:val="0031018B"/>
    <w:pPr>
      <w:numPr>
        <w:ilvl w:val="6"/>
        <w:numId w:val="28"/>
      </w:numPr>
      <w:outlineLvl w:val="6"/>
    </w:pPr>
    <w:rPr>
      <w:smallCaps/>
      <w:color w:val="000000"/>
      <w:spacing w:val="10"/>
      <w:sz w:val="23"/>
      <w:szCs w:val="23"/>
    </w:rPr>
  </w:style>
  <w:style w:type="paragraph" w:styleId="Ttulo8">
    <w:name w:val="heading 8"/>
    <w:basedOn w:val="Normal"/>
    <w:next w:val="Normal"/>
    <w:link w:val="Ttulo8Carter"/>
    <w:uiPriority w:val="99"/>
    <w:qFormat/>
    <w:rsid w:val="0031018B"/>
    <w:pPr>
      <w:numPr>
        <w:ilvl w:val="7"/>
        <w:numId w:val="28"/>
      </w:numPr>
      <w:outlineLvl w:val="7"/>
    </w:pPr>
    <w:rPr>
      <w:b/>
      <w:bCs/>
      <w:i/>
      <w:iCs/>
      <w:color w:val="94B6D2"/>
      <w:spacing w:val="10"/>
      <w:sz w:val="24"/>
      <w:szCs w:val="24"/>
    </w:rPr>
  </w:style>
  <w:style w:type="paragraph" w:styleId="Ttulo9">
    <w:name w:val="heading 9"/>
    <w:basedOn w:val="Normal"/>
    <w:next w:val="Normal"/>
    <w:link w:val="Ttulo9Carter"/>
    <w:uiPriority w:val="99"/>
    <w:qFormat/>
    <w:rsid w:val="0031018B"/>
    <w:pPr>
      <w:numPr>
        <w:ilvl w:val="8"/>
        <w:numId w:val="28"/>
      </w:numPr>
      <w:outlineLvl w:val="8"/>
    </w:pPr>
    <w:rPr>
      <w:b/>
      <w:bCs/>
      <w:color w:val="A5AB81"/>
      <w:spacing w:val="4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aliases w:val="Heading 1  -QUATERNAIR Caráter"/>
    <w:basedOn w:val="Tipodeletrapredefinidodopargrafo"/>
    <w:link w:val="Ttulo1"/>
    <w:uiPriority w:val="99"/>
    <w:locked/>
    <w:rsid w:val="00D90CE3"/>
    <w:rPr>
      <w:rFonts w:cs="Times New Roman"/>
      <w:b/>
      <w:bCs/>
      <w:caps/>
      <w:color w:val="4C4C4C"/>
      <w:sz w:val="32"/>
      <w:szCs w:val="32"/>
      <w:lang w:val="en-IN" w:eastAsia="en-US"/>
    </w:rPr>
  </w:style>
  <w:style w:type="character" w:customStyle="1" w:styleId="Ttulo2Carter">
    <w:name w:val="Título 2 Caráter"/>
    <w:aliases w:val="Heading 2 - QUATERNAIR Caráter"/>
    <w:basedOn w:val="Tipodeletrapredefinidodopargrafo"/>
    <w:link w:val="Ttulo2"/>
    <w:uiPriority w:val="99"/>
    <w:locked/>
    <w:rsid w:val="002B21DA"/>
    <w:rPr>
      <w:rFonts w:ascii="Arial" w:hAnsi="Arial" w:cs="Arial"/>
      <w:b/>
      <w:bCs/>
      <w:caps/>
      <w:color w:val="800000"/>
      <w:sz w:val="28"/>
      <w:szCs w:val="28"/>
      <w:lang w:val="pt-PT" w:eastAsia="en-US"/>
    </w:rPr>
  </w:style>
  <w:style w:type="character" w:customStyle="1" w:styleId="Ttulo3Carter">
    <w:name w:val="Título 3 Caráter"/>
    <w:aliases w:val="Heading 3 - QUATERNAIR Caráter"/>
    <w:basedOn w:val="Tipodeletrapredefinidodopargrafo"/>
    <w:link w:val="Ttulo3"/>
    <w:uiPriority w:val="99"/>
    <w:locked/>
    <w:rsid w:val="00A83D5E"/>
    <w:rPr>
      <w:rFonts w:ascii="Arial" w:hAnsi="Arial" w:cs="Arial"/>
      <w:b/>
      <w:bCs/>
      <w:caps/>
      <w:color w:val="4C4C4C"/>
      <w:spacing w:val="10"/>
      <w:lang w:val="pt-PT" w:eastAsia="en-US" w:bidi="ar-SA"/>
    </w:rPr>
  </w:style>
  <w:style w:type="character" w:customStyle="1" w:styleId="Ttulo4Carter">
    <w:name w:val="Título 4 Caráter"/>
    <w:basedOn w:val="Tipodeletrapredefinidodopargrafo"/>
    <w:link w:val="Ttulo4"/>
    <w:uiPriority w:val="99"/>
    <w:locked/>
    <w:rsid w:val="001F3DAB"/>
    <w:rPr>
      <w:rFonts w:cs="Times New Roman"/>
      <w:color w:val="6E6F71"/>
      <w:spacing w:val="14"/>
      <w:sz w:val="22"/>
      <w:szCs w:val="22"/>
      <w:lang w:val="pt-PT"/>
    </w:rPr>
  </w:style>
  <w:style w:type="character" w:customStyle="1" w:styleId="Ttulo5Carter">
    <w:name w:val="Título 5 Caráter"/>
    <w:basedOn w:val="Tipodeletrapredefinidodopargrafo"/>
    <w:link w:val="Ttulo5"/>
    <w:uiPriority w:val="99"/>
    <w:locked/>
    <w:rsid w:val="0031018B"/>
    <w:rPr>
      <w:b/>
      <w:bCs/>
      <w:color w:val="775F55"/>
      <w:spacing w:val="10"/>
      <w:sz w:val="23"/>
      <w:szCs w:val="23"/>
      <w:lang w:eastAsia="en-US"/>
    </w:rPr>
  </w:style>
  <w:style w:type="character" w:customStyle="1" w:styleId="Ttulo6Carter">
    <w:name w:val="Título 6 Caráter"/>
    <w:basedOn w:val="Tipodeletrapredefinidodopargrafo"/>
    <w:link w:val="Ttulo6"/>
    <w:uiPriority w:val="99"/>
    <w:locked/>
    <w:rsid w:val="0031018B"/>
    <w:rPr>
      <w:b/>
      <w:bCs/>
      <w:color w:val="DD8047"/>
      <w:spacing w:val="10"/>
      <w:sz w:val="23"/>
      <w:szCs w:val="23"/>
      <w:lang w:eastAsia="en-US"/>
    </w:rPr>
  </w:style>
  <w:style w:type="character" w:customStyle="1" w:styleId="Ttulo7Carter">
    <w:name w:val="Título 7 Caráter"/>
    <w:basedOn w:val="Tipodeletrapredefinidodopargrafo"/>
    <w:link w:val="Ttulo7"/>
    <w:uiPriority w:val="99"/>
    <w:locked/>
    <w:rsid w:val="0031018B"/>
    <w:rPr>
      <w:smallCaps/>
      <w:color w:val="000000"/>
      <w:spacing w:val="10"/>
      <w:sz w:val="23"/>
      <w:szCs w:val="23"/>
      <w:lang w:eastAsia="en-US"/>
    </w:rPr>
  </w:style>
  <w:style w:type="character" w:customStyle="1" w:styleId="Ttulo8Carter">
    <w:name w:val="Título 8 Caráter"/>
    <w:basedOn w:val="Tipodeletrapredefinidodopargrafo"/>
    <w:link w:val="Ttulo8"/>
    <w:uiPriority w:val="99"/>
    <w:locked/>
    <w:rsid w:val="0031018B"/>
    <w:rPr>
      <w:b/>
      <w:bCs/>
      <w:i/>
      <w:iCs/>
      <w:color w:val="94B6D2"/>
      <w:spacing w:val="10"/>
      <w:sz w:val="24"/>
      <w:szCs w:val="24"/>
      <w:lang w:eastAsia="en-US"/>
    </w:rPr>
  </w:style>
  <w:style w:type="character" w:customStyle="1" w:styleId="Ttulo9Carter">
    <w:name w:val="Título 9 Caráter"/>
    <w:basedOn w:val="Tipodeletrapredefinidodopargrafo"/>
    <w:link w:val="Ttulo9"/>
    <w:uiPriority w:val="99"/>
    <w:locked/>
    <w:rsid w:val="0031018B"/>
    <w:rPr>
      <w:b/>
      <w:bCs/>
      <w:color w:val="A5AB81"/>
      <w:spacing w:val="40"/>
      <w:sz w:val="20"/>
      <w:szCs w:val="20"/>
      <w:lang w:eastAsia="en-US"/>
    </w:rPr>
  </w:style>
  <w:style w:type="character" w:styleId="Hiperligao">
    <w:name w:val="Hyperlink"/>
    <w:basedOn w:val="Tipodeletrapredefinidodopargrafo"/>
    <w:uiPriority w:val="99"/>
    <w:rsid w:val="00776CD4"/>
    <w:rPr>
      <w:rFonts w:cs="Times New Roman"/>
      <w:color w:val="0000FF"/>
      <w:u w:val="single"/>
    </w:rPr>
  </w:style>
  <w:style w:type="paragraph" w:customStyle="1" w:styleId="Indice1">
    <w:name w:val="Indice1"/>
    <w:basedOn w:val="Normal"/>
    <w:link w:val="Indice1Char"/>
    <w:uiPriority w:val="99"/>
    <w:rsid w:val="00C36424"/>
    <w:rPr>
      <w:sz w:val="16"/>
      <w:szCs w:val="16"/>
    </w:rPr>
  </w:style>
  <w:style w:type="paragraph" w:customStyle="1" w:styleId="Indice2">
    <w:name w:val="Indice2"/>
    <w:basedOn w:val="Indice1"/>
    <w:link w:val="Indice2Char"/>
    <w:uiPriority w:val="99"/>
    <w:rsid w:val="008C742F"/>
  </w:style>
  <w:style w:type="paragraph" w:styleId="Cabealho">
    <w:name w:val="header"/>
    <w:basedOn w:val="Normal"/>
    <w:link w:val="CabealhoCarter"/>
    <w:uiPriority w:val="99"/>
    <w:rsid w:val="00E46448"/>
    <w:pPr>
      <w:tabs>
        <w:tab w:val="center" w:pos="4680"/>
        <w:tab w:val="right" w:pos="9360"/>
      </w:tabs>
      <w:spacing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locked/>
    <w:rsid w:val="00E46448"/>
    <w:rPr>
      <w:rFonts w:eastAsia="Times New Roman" w:cs="Times New Roman"/>
      <w:caps/>
      <w:sz w:val="28"/>
      <w:szCs w:val="28"/>
      <w:lang w:eastAsia="ja-JP"/>
    </w:rPr>
  </w:style>
  <w:style w:type="paragraph" w:styleId="ndice1">
    <w:name w:val="toc 1"/>
    <w:basedOn w:val="Normal"/>
    <w:next w:val="Normal"/>
    <w:uiPriority w:val="99"/>
    <w:semiHidden/>
    <w:rsid w:val="00F94749"/>
    <w:pPr>
      <w:spacing w:before="240" w:after="120"/>
      <w:jc w:val="left"/>
    </w:pPr>
    <w:rPr>
      <w:b/>
      <w:bCs/>
    </w:rPr>
  </w:style>
  <w:style w:type="paragraph" w:styleId="Subttulo">
    <w:name w:val="Subtitle"/>
    <w:basedOn w:val="Normal"/>
    <w:link w:val="SubttuloCarter"/>
    <w:uiPriority w:val="99"/>
    <w:qFormat/>
    <w:rsid w:val="0031018B"/>
    <w:pPr>
      <w:spacing w:after="720" w:line="240" w:lineRule="auto"/>
    </w:pPr>
    <w:rPr>
      <w:b/>
      <w:bCs/>
      <w:color w:val="DD8047"/>
      <w:spacing w:val="50"/>
      <w:sz w:val="24"/>
      <w:szCs w:val="24"/>
    </w:rPr>
  </w:style>
  <w:style w:type="character" w:customStyle="1" w:styleId="SubttuloCarter">
    <w:name w:val="Subtítulo Caráter"/>
    <w:basedOn w:val="Tipodeletrapredefinidodopargrafo"/>
    <w:link w:val="Subttulo"/>
    <w:uiPriority w:val="99"/>
    <w:locked/>
    <w:rsid w:val="0031018B"/>
    <w:rPr>
      <w:rFonts w:ascii="Tw Cen MT" w:hAnsi="Tw Cen MT" w:cs="Tw Cen MT"/>
      <w:b/>
      <w:bCs/>
      <w:caps/>
      <w:color w:val="DD8047"/>
      <w:spacing w:val="50"/>
      <w:sz w:val="24"/>
      <w:szCs w:val="24"/>
      <w:lang w:eastAsia="ja-JP"/>
    </w:rPr>
  </w:style>
  <w:style w:type="paragraph" w:styleId="Ttulo">
    <w:name w:val="Title"/>
    <w:aliases w:val="TÍTULO 2"/>
    <w:basedOn w:val="Normal"/>
    <w:link w:val="TtuloCarter"/>
    <w:uiPriority w:val="99"/>
    <w:qFormat/>
    <w:rsid w:val="0031018B"/>
    <w:pPr>
      <w:spacing w:line="240" w:lineRule="auto"/>
    </w:pPr>
    <w:rPr>
      <w:color w:val="775F55"/>
      <w:sz w:val="72"/>
      <w:szCs w:val="72"/>
    </w:rPr>
  </w:style>
  <w:style w:type="character" w:customStyle="1" w:styleId="TtuloCarter">
    <w:name w:val="Título Caráter"/>
    <w:aliases w:val="TÍTULO 2 Caráter"/>
    <w:basedOn w:val="Tipodeletrapredefinidodopargrafo"/>
    <w:link w:val="Ttulo"/>
    <w:uiPriority w:val="99"/>
    <w:locked/>
    <w:rsid w:val="0031018B"/>
    <w:rPr>
      <w:rFonts w:cs="Times New Roman"/>
      <w:color w:val="775F55"/>
      <w:sz w:val="48"/>
      <w:szCs w:val="48"/>
      <w:lang w:eastAsia="ja-JP"/>
    </w:rPr>
  </w:style>
  <w:style w:type="paragraph" w:styleId="Textodebalo">
    <w:name w:val="Balloon Text"/>
    <w:basedOn w:val="Normal"/>
    <w:link w:val="TextodebaloCarter"/>
    <w:uiPriority w:val="99"/>
    <w:semiHidden/>
    <w:rsid w:val="00C21A09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locked/>
    <w:rsid w:val="00C21A09"/>
    <w:rPr>
      <w:rFonts w:ascii="Tahoma" w:hAnsi="Tahoma" w:cs="Tahoma"/>
      <w:sz w:val="16"/>
      <w:szCs w:val="16"/>
      <w:lang w:eastAsia="ja-JP"/>
    </w:rPr>
  </w:style>
  <w:style w:type="paragraph" w:styleId="Rodap">
    <w:name w:val="footer"/>
    <w:basedOn w:val="Normal"/>
    <w:link w:val="RodapCarter"/>
    <w:uiPriority w:val="99"/>
    <w:rsid w:val="00E46448"/>
    <w:pPr>
      <w:tabs>
        <w:tab w:val="center" w:pos="4680"/>
        <w:tab w:val="right" w:pos="9360"/>
      </w:tabs>
      <w:spacing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locked/>
    <w:rsid w:val="00E46448"/>
    <w:rPr>
      <w:rFonts w:eastAsia="Times New Roman" w:cs="Times New Roman"/>
      <w:caps/>
      <w:sz w:val="28"/>
      <w:szCs w:val="28"/>
      <w:lang w:eastAsia="ja-JP"/>
    </w:rPr>
  </w:style>
  <w:style w:type="paragraph" w:styleId="Legenda">
    <w:name w:val="caption"/>
    <w:basedOn w:val="Normal"/>
    <w:next w:val="Normal"/>
    <w:link w:val="LegendaCarter"/>
    <w:uiPriority w:val="99"/>
    <w:qFormat/>
    <w:rsid w:val="00C21A09"/>
    <w:rPr>
      <w:b/>
      <w:bCs/>
      <w:sz w:val="16"/>
      <w:szCs w:val="16"/>
    </w:rPr>
  </w:style>
  <w:style w:type="character" w:styleId="nfase">
    <w:name w:val="Emphasis"/>
    <w:aliases w:val="Titulos Tabelas"/>
    <w:basedOn w:val="Tipodeletrapredefinidodopargrafo"/>
    <w:uiPriority w:val="99"/>
    <w:qFormat/>
    <w:rsid w:val="006854C0"/>
    <w:rPr>
      <w:rFonts w:ascii="Arial" w:hAnsi="Arial" w:cs="Arial"/>
      <w:caps/>
      <w:color w:val="4B4B4B"/>
      <w:spacing w:val="10"/>
      <w:sz w:val="24"/>
      <w:szCs w:val="24"/>
    </w:rPr>
  </w:style>
  <w:style w:type="paragraph" w:customStyle="1" w:styleId="LegendaImagens">
    <w:name w:val="Legenda Imagens"/>
    <w:basedOn w:val="Legenda"/>
    <w:link w:val="LegendaImagensChar"/>
    <w:autoRedefine/>
    <w:uiPriority w:val="99"/>
    <w:rsid w:val="000F4E36"/>
    <w:pPr>
      <w:spacing w:after="120" w:line="240" w:lineRule="auto"/>
      <w:jc w:val="left"/>
    </w:pPr>
    <w:rPr>
      <w:b w:val="0"/>
      <w:bCs w:val="0"/>
      <w:i/>
      <w:iCs/>
      <w:color w:val="auto"/>
      <w:sz w:val="18"/>
      <w:szCs w:val="18"/>
      <w:lang w:eastAsia="pt-PT"/>
    </w:rPr>
  </w:style>
  <w:style w:type="character" w:styleId="RefernciaIntensa">
    <w:name w:val="Intense Reference"/>
    <w:basedOn w:val="Tipodeletrapredefinidodopargrafo"/>
    <w:uiPriority w:val="99"/>
    <w:qFormat/>
    <w:rsid w:val="0031018B"/>
    <w:rPr>
      <w:rFonts w:ascii="Tw Cen MT" w:hAnsi="Tw Cen MT" w:cs="Tw Cen MT"/>
      <w:b/>
      <w:bCs/>
      <w:caps/>
      <w:color w:val="94B6D2"/>
      <w:spacing w:val="10"/>
      <w:w w:val="100"/>
      <w:position w:val="0"/>
      <w:sz w:val="18"/>
      <w:szCs w:val="18"/>
      <w:u w:val="single" w:color="94B6D2"/>
    </w:rPr>
  </w:style>
  <w:style w:type="paragraph" w:styleId="Lista">
    <w:name w:val="List"/>
    <w:basedOn w:val="Normal"/>
    <w:uiPriority w:val="99"/>
    <w:semiHidden/>
    <w:rsid w:val="00C21A09"/>
    <w:pPr>
      <w:ind w:left="360" w:hanging="360"/>
    </w:pPr>
  </w:style>
  <w:style w:type="paragraph" w:styleId="Lista2">
    <w:name w:val="List 2"/>
    <w:basedOn w:val="Normal"/>
    <w:uiPriority w:val="99"/>
    <w:semiHidden/>
    <w:rsid w:val="00C21A09"/>
    <w:pPr>
      <w:ind w:left="720" w:hanging="360"/>
    </w:pPr>
  </w:style>
  <w:style w:type="paragraph" w:styleId="Listacommarcas">
    <w:name w:val="List Bullet"/>
    <w:basedOn w:val="Normal"/>
    <w:uiPriority w:val="99"/>
    <w:rsid w:val="0031018B"/>
    <w:pPr>
      <w:numPr>
        <w:numId w:val="26"/>
      </w:numPr>
    </w:pPr>
    <w:rPr>
      <w:sz w:val="24"/>
      <w:szCs w:val="24"/>
    </w:rPr>
  </w:style>
  <w:style w:type="paragraph" w:customStyle="1" w:styleId="ContraCapa">
    <w:name w:val="ContraCapa"/>
    <w:basedOn w:val="Normal"/>
    <w:link w:val="ContraCapaChar"/>
    <w:uiPriority w:val="99"/>
    <w:rsid w:val="00B311F6"/>
    <w:pPr>
      <w:spacing w:after="0" w:line="240" w:lineRule="auto"/>
    </w:pPr>
    <w:rPr>
      <w:sz w:val="13"/>
      <w:szCs w:val="13"/>
    </w:rPr>
  </w:style>
  <w:style w:type="character" w:customStyle="1" w:styleId="LegendaCarter">
    <w:name w:val="Legenda Caráter"/>
    <w:basedOn w:val="Tipodeletrapredefinidodopargrafo"/>
    <w:link w:val="Legenda"/>
    <w:uiPriority w:val="99"/>
    <w:locked/>
    <w:rsid w:val="008C707A"/>
    <w:rPr>
      <w:rFonts w:eastAsia="Times New Roman" w:cs="Times New Roman"/>
      <w:b/>
      <w:bCs/>
      <w:color w:val="000000"/>
      <w:sz w:val="18"/>
      <w:szCs w:val="18"/>
      <w:lang w:val="pt-PT"/>
    </w:rPr>
  </w:style>
  <w:style w:type="paragraph" w:styleId="Listacommarcas4">
    <w:name w:val="List Bullet 4"/>
    <w:basedOn w:val="Normal"/>
    <w:uiPriority w:val="99"/>
    <w:rsid w:val="0031018B"/>
    <w:pPr>
      <w:numPr>
        <w:numId w:val="1"/>
      </w:numPr>
      <w:tabs>
        <w:tab w:val="clear" w:pos="360"/>
      </w:tabs>
      <w:ind w:left="1440"/>
    </w:pPr>
    <w:rPr>
      <w:spacing w:val="4"/>
    </w:rPr>
  </w:style>
  <w:style w:type="character" w:customStyle="1" w:styleId="LegendaImagensChar">
    <w:name w:val="Legenda Imagens Char"/>
    <w:basedOn w:val="LegendaCarter"/>
    <w:link w:val="LegendaImagens"/>
    <w:uiPriority w:val="99"/>
    <w:locked/>
    <w:rsid w:val="000F4E36"/>
    <w:rPr>
      <w:rFonts w:eastAsia="Times New Roman" w:cs="Times New Roman"/>
      <w:b/>
      <w:bCs/>
      <w:i/>
      <w:iCs/>
      <w:color w:val="auto"/>
      <w:sz w:val="14"/>
      <w:szCs w:val="14"/>
      <w:lang w:val="pt-PT" w:eastAsia="pt-PT"/>
    </w:rPr>
  </w:style>
  <w:style w:type="paragraph" w:styleId="PargrafodaLista">
    <w:name w:val="List Paragraph"/>
    <w:basedOn w:val="Normal"/>
    <w:uiPriority w:val="99"/>
    <w:qFormat/>
    <w:rsid w:val="0031018B"/>
    <w:pPr>
      <w:ind w:left="720"/>
      <w:contextualSpacing/>
    </w:pPr>
  </w:style>
  <w:style w:type="paragraph" w:styleId="SemEspaamento">
    <w:name w:val="No Spacing"/>
    <w:aliases w:val="QUADROS"/>
    <w:basedOn w:val="Normal"/>
    <w:link w:val="SemEspaamentoCarter"/>
    <w:uiPriority w:val="99"/>
    <w:qFormat/>
    <w:rsid w:val="0031018B"/>
    <w:pPr>
      <w:spacing w:line="240" w:lineRule="auto"/>
    </w:pPr>
    <w:rPr>
      <w:sz w:val="23"/>
      <w:szCs w:val="23"/>
    </w:rPr>
  </w:style>
  <w:style w:type="paragraph" w:styleId="Citao">
    <w:name w:val="Quote"/>
    <w:basedOn w:val="Normal"/>
    <w:link w:val="CitaoCarter"/>
    <w:uiPriority w:val="99"/>
    <w:qFormat/>
    <w:rsid w:val="0031018B"/>
    <w:rPr>
      <w:i/>
      <w:iCs/>
      <w:smallCaps/>
      <w:color w:val="775F55"/>
      <w:spacing w:val="6"/>
      <w:sz w:val="23"/>
      <w:szCs w:val="23"/>
    </w:rPr>
  </w:style>
  <w:style w:type="character" w:customStyle="1" w:styleId="QuoteChar">
    <w:name w:val="Quote Char"/>
    <w:basedOn w:val="Tipodeletrapredefinidodopargrafo"/>
    <w:link w:val="Citao1"/>
    <w:uiPriority w:val="99"/>
    <w:locked/>
    <w:rsid w:val="00790984"/>
    <w:rPr>
      <w:rFonts w:cs="Times New Roman"/>
      <w:i/>
      <w:iCs/>
      <w:smallCaps/>
      <w:color w:val="775F55"/>
      <w:spacing w:val="6"/>
      <w:sz w:val="17"/>
      <w:szCs w:val="17"/>
      <w:lang w:val="pt-PT"/>
    </w:rPr>
  </w:style>
  <w:style w:type="character" w:customStyle="1" w:styleId="CitaoCarter">
    <w:name w:val="Citação Caráter"/>
    <w:basedOn w:val="Tipodeletrapredefinidodopargrafo"/>
    <w:link w:val="Citao"/>
    <w:uiPriority w:val="99"/>
    <w:locked/>
    <w:rsid w:val="0031018B"/>
    <w:rPr>
      <w:rFonts w:cs="Times New Roman"/>
      <w:i/>
      <w:iCs/>
      <w:smallCaps/>
      <w:color w:val="775F55"/>
      <w:spacing w:val="6"/>
      <w:sz w:val="20"/>
      <w:szCs w:val="20"/>
      <w:lang w:eastAsia="ja-JP"/>
    </w:rPr>
  </w:style>
  <w:style w:type="paragraph" w:customStyle="1" w:styleId="2EC62DD09C97450791A53DDCC0815CDA">
    <w:name w:val="2EC62DD09C97450791A53DDCC0815CDA"/>
    <w:uiPriority w:val="99"/>
    <w:rsid w:val="00795222"/>
    <w:pPr>
      <w:spacing w:after="200" w:line="276" w:lineRule="auto"/>
    </w:pPr>
    <w:rPr>
      <w:rFonts w:eastAsia="Times New Roman"/>
      <w:lang w:val="en-US" w:eastAsia="en-US"/>
    </w:rPr>
  </w:style>
  <w:style w:type="character" w:styleId="nfaseDiscreta">
    <w:name w:val="Subtle Emphasis"/>
    <w:basedOn w:val="Tipodeletrapredefinidodopargrafo"/>
    <w:uiPriority w:val="99"/>
    <w:qFormat/>
    <w:rsid w:val="00A6431D"/>
    <w:rPr>
      <w:rFonts w:ascii="Arial" w:hAnsi="Arial" w:cs="Arial"/>
      <w:color w:val="4B4B4B"/>
      <w:sz w:val="23"/>
      <w:szCs w:val="23"/>
    </w:rPr>
  </w:style>
  <w:style w:type="character" w:styleId="RefernciaDiscreta">
    <w:name w:val="Subtle Reference"/>
    <w:basedOn w:val="Tipodeletrapredefinidodopargrafo"/>
    <w:uiPriority w:val="99"/>
    <w:qFormat/>
    <w:rsid w:val="0031018B"/>
    <w:rPr>
      <w:rFonts w:ascii="Tw Cen MT" w:hAnsi="Tw Cen MT" w:cs="Tw Cen MT"/>
      <w:b/>
      <w:bCs/>
      <w:i/>
      <w:iCs/>
      <w:color w:val="775F55"/>
      <w:sz w:val="23"/>
      <w:szCs w:val="23"/>
    </w:rPr>
  </w:style>
  <w:style w:type="table" w:styleId="TabelacomGrelha">
    <w:name w:val="Table Grid"/>
    <w:basedOn w:val="Tabelanormal"/>
    <w:uiPriority w:val="99"/>
    <w:rsid w:val="00C21A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dicedeautoridades">
    <w:name w:val="table of authorities"/>
    <w:basedOn w:val="Normal"/>
    <w:next w:val="Normal"/>
    <w:uiPriority w:val="99"/>
    <w:semiHidden/>
    <w:rsid w:val="00C21A09"/>
    <w:pPr>
      <w:ind w:left="220" w:hanging="220"/>
    </w:pPr>
  </w:style>
  <w:style w:type="character" w:customStyle="1" w:styleId="ContraCapaChar">
    <w:name w:val="ContraCapa Char"/>
    <w:basedOn w:val="Tipodeletrapredefinidodopargrafo"/>
    <w:link w:val="ContraCapa"/>
    <w:uiPriority w:val="99"/>
    <w:locked/>
    <w:rsid w:val="00B311F6"/>
    <w:rPr>
      <w:rFonts w:eastAsia="Times New Roman" w:cs="Times New Roman"/>
      <w:color w:val="000000"/>
      <w:sz w:val="13"/>
      <w:szCs w:val="13"/>
      <w:lang w:val="pt-PT"/>
    </w:rPr>
  </w:style>
  <w:style w:type="paragraph" w:styleId="ndice2">
    <w:name w:val="toc 2"/>
    <w:basedOn w:val="Normal"/>
    <w:next w:val="Normal"/>
    <w:autoRedefine/>
    <w:uiPriority w:val="99"/>
    <w:semiHidden/>
    <w:rsid w:val="00C95654"/>
    <w:pPr>
      <w:spacing w:before="120" w:after="0"/>
      <w:ind w:left="200"/>
      <w:jc w:val="left"/>
    </w:pPr>
    <w:rPr>
      <w:i/>
      <w:iCs/>
    </w:rPr>
  </w:style>
  <w:style w:type="paragraph" w:styleId="ndice3">
    <w:name w:val="toc 3"/>
    <w:basedOn w:val="Normal"/>
    <w:next w:val="Normal"/>
    <w:autoRedefine/>
    <w:uiPriority w:val="99"/>
    <w:semiHidden/>
    <w:rsid w:val="00C95654"/>
    <w:pPr>
      <w:spacing w:after="0"/>
      <w:ind w:left="400"/>
      <w:jc w:val="left"/>
    </w:pPr>
  </w:style>
  <w:style w:type="paragraph" w:styleId="ndice4">
    <w:name w:val="toc 4"/>
    <w:basedOn w:val="Normal"/>
    <w:next w:val="Normal"/>
    <w:autoRedefine/>
    <w:uiPriority w:val="99"/>
    <w:semiHidden/>
    <w:rsid w:val="0031018B"/>
    <w:pPr>
      <w:spacing w:after="0"/>
      <w:ind w:left="600"/>
      <w:jc w:val="left"/>
    </w:pPr>
  </w:style>
  <w:style w:type="paragraph" w:styleId="ndice5">
    <w:name w:val="toc 5"/>
    <w:basedOn w:val="Normal"/>
    <w:next w:val="Normal"/>
    <w:autoRedefine/>
    <w:uiPriority w:val="99"/>
    <w:semiHidden/>
    <w:rsid w:val="0031018B"/>
    <w:pPr>
      <w:spacing w:after="0"/>
      <w:ind w:left="800"/>
      <w:jc w:val="left"/>
    </w:pPr>
  </w:style>
  <w:style w:type="paragraph" w:styleId="ndice6">
    <w:name w:val="toc 6"/>
    <w:basedOn w:val="Normal"/>
    <w:next w:val="Normal"/>
    <w:autoRedefine/>
    <w:uiPriority w:val="99"/>
    <w:semiHidden/>
    <w:rsid w:val="0031018B"/>
    <w:pPr>
      <w:spacing w:after="0"/>
      <w:ind w:left="1000"/>
      <w:jc w:val="left"/>
    </w:pPr>
  </w:style>
  <w:style w:type="paragraph" w:styleId="ndice7">
    <w:name w:val="toc 7"/>
    <w:basedOn w:val="Normal"/>
    <w:next w:val="Normal"/>
    <w:autoRedefine/>
    <w:uiPriority w:val="99"/>
    <w:semiHidden/>
    <w:rsid w:val="0031018B"/>
    <w:pPr>
      <w:spacing w:after="0"/>
      <w:ind w:left="1200"/>
      <w:jc w:val="left"/>
    </w:pPr>
  </w:style>
  <w:style w:type="paragraph" w:styleId="ndice8">
    <w:name w:val="toc 8"/>
    <w:basedOn w:val="Normal"/>
    <w:next w:val="Normal"/>
    <w:autoRedefine/>
    <w:uiPriority w:val="99"/>
    <w:semiHidden/>
    <w:rsid w:val="0031018B"/>
    <w:pPr>
      <w:spacing w:after="0"/>
      <w:ind w:left="1400"/>
      <w:jc w:val="left"/>
    </w:pPr>
  </w:style>
  <w:style w:type="paragraph" w:styleId="ndice9">
    <w:name w:val="toc 9"/>
    <w:basedOn w:val="Normal"/>
    <w:next w:val="Normal"/>
    <w:autoRedefine/>
    <w:uiPriority w:val="99"/>
    <w:semiHidden/>
    <w:rsid w:val="0031018B"/>
    <w:pPr>
      <w:spacing w:after="0"/>
      <w:ind w:left="1600"/>
      <w:jc w:val="left"/>
    </w:pPr>
  </w:style>
  <w:style w:type="character" w:customStyle="1" w:styleId="SemEspaamentoCarter">
    <w:name w:val="Sem Espaçamento Caráter"/>
    <w:aliases w:val="QUADROS Caráter"/>
    <w:basedOn w:val="Tipodeletrapredefinidodopargrafo"/>
    <w:link w:val="SemEspaamento"/>
    <w:uiPriority w:val="99"/>
    <w:locked/>
    <w:rsid w:val="0031018B"/>
    <w:rPr>
      <w:rFonts w:cs="Times New Roman"/>
      <w:sz w:val="20"/>
      <w:szCs w:val="20"/>
      <w:lang w:eastAsia="ja-JP"/>
    </w:rPr>
  </w:style>
  <w:style w:type="paragraph" w:customStyle="1" w:styleId="C60E5BBC7A694D6CBD1391CEBDE96538">
    <w:name w:val="C60E5BBC7A694D6CBD1391CEBDE96538"/>
    <w:uiPriority w:val="99"/>
    <w:rsid w:val="002109C7"/>
    <w:pPr>
      <w:spacing w:after="200" w:line="276" w:lineRule="auto"/>
    </w:pPr>
    <w:rPr>
      <w:rFonts w:eastAsia="Times New Roman"/>
      <w:lang w:val="en-US" w:eastAsia="en-US"/>
    </w:rPr>
  </w:style>
  <w:style w:type="paragraph" w:styleId="ndiceremissivo1">
    <w:name w:val="index 1"/>
    <w:basedOn w:val="Normal"/>
    <w:next w:val="Normal"/>
    <w:autoRedefine/>
    <w:uiPriority w:val="99"/>
    <w:semiHidden/>
    <w:rsid w:val="00890D81"/>
    <w:pPr>
      <w:spacing w:line="240" w:lineRule="auto"/>
    </w:pPr>
    <w:rPr>
      <w:caps/>
      <w:sz w:val="24"/>
      <w:szCs w:val="24"/>
    </w:rPr>
  </w:style>
  <w:style w:type="paragraph" w:customStyle="1" w:styleId="FooterOdd">
    <w:name w:val="Footer Odd"/>
    <w:basedOn w:val="Normal"/>
    <w:uiPriority w:val="99"/>
    <w:rsid w:val="00A6431D"/>
    <w:pPr>
      <w:spacing w:line="240" w:lineRule="auto"/>
      <w:jc w:val="right"/>
    </w:pPr>
    <w:rPr>
      <w:color w:val="775F55"/>
      <w:sz w:val="24"/>
      <w:szCs w:val="24"/>
    </w:rPr>
  </w:style>
  <w:style w:type="paragraph" w:styleId="Textodenotaderodap">
    <w:name w:val="footnote text"/>
    <w:basedOn w:val="Normal"/>
    <w:link w:val="TextodenotaderodapCarter"/>
    <w:autoRedefine/>
    <w:uiPriority w:val="99"/>
    <w:semiHidden/>
    <w:rsid w:val="0040022A"/>
    <w:pPr>
      <w:spacing w:after="0" w:line="240" w:lineRule="auto"/>
    </w:pPr>
    <w:rPr>
      <w:i/>
      <w:iCs/>
      <w:color w:val="auto"/>
      <w:sz w:val="18"/>
      <w:szCs w:val="18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locked/>
    <w:rsid w:val="0040022A"/>
    <w:rPr>
      <w:rFonts w:eastAsia="Times New Roman" w:cs="Times New Roman"/>
      <w:i/>
      <w:iCs/>
      <w:color w:val="auto"/>
      <w:sz w:val="17"/>
      <w:szCs w:val="17"/>
      <w:lang w:val="pt-PT"/>
    </w:rPr>
  </w:style>
  <w:style w:type="character" w:styleId="Refdenotaderodap">
    <w:name w:val="footnote reference"/>
    <w:basedOn w:val="Tipodeletrapredefinidodopargrafo"/>
    <w:uiPriority w:val="99"/>
    <w:semiHidden/>
    <w:rsid w:val="00B24AA2"/>
    <w:rPr>
      <w:rFonts w:cs="Times New Roman"/>
      <w:vertAlign w:val="superscript"/>
    </w:rPr>
  </w:style>
  <w:style w:type="character" w:styleId="CitaoHTML">
    <w:name w:val="HTML Cite"/>
    <w:basedOn w:val="Tipodeletrapredefinidodopargrafo"/>
    <w:uiPriority w:val="99"/>
    <w:semiHidden/>
    <w:rsid w:val="0075061A"/>
    <w:rPr>
      <w:rFonts w:cs="Times New Roman"/>
      <w:i/>
      <w:iCs/>
    </w:rPr>
  </w:style>
  <w:style w:type="paragraph" w:styleId="Textodenotadefim">
    <w:name w:val="endnote text"/>
    <w:basedOn w:val="Normal"/>
    <w:link w:val="TextodenotadefimCarter"/>
    <w:uiPriority w:val="99"/>
    <w:semiHidden/>
    <w:rsid w:val="00E31890"/>
    <w:pPr>
      <w:spacing w:line="240" w:lineRule="auto"/>
    </w:p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locked/>
    <w:rsid w:val="00E31890"/>
    <w:rPr>
      <w:rFonts w:cs="Times New Roman"/>
      <w:sz w:val="20"/>
      <w:szCs w:val="20"/>
      <w:lang w:eastAsia="ja-JP"/>
    </w:rPr>
  </w:style>
  <w:style w:type="character" w:styleId="Refdenotadefim">
    <w:name w:val="endnote reference"/>
    <w:basedOn w:val="Tipodeletrapredefinidodopargrafo"/>
    <w:uiPriority w:val="99"/>
    <w:semiHidden/>
    <w:rsid w:val="00E31890"/>
    <w:rPr>
      <w:rFonts w:cs="Times New Roman"/>
      <w:vertAlign w:val="superscript"/>
    </w:rPr>
  </w:style>
  <w:style w:type="paragraph" w:styleId="Cabealhodondice">
    <w:name w:val="TOC Heading"/>
    <w:basedOn w:val="Ttulo1"/>
    <w:next w:val="Normal"/>
    <w:uiPriority w:val="99"/>
    <w:qFormat/>
    <w:rsid w:val="0031018B"/>
    <w:pPr>
      <w:ind w:left="0" w:firstLine="0"/>
      <w:outlineLvl w:val="9"/>
    </w:pPr>
    <w:rPr>
      <w:color w:val="548AB7"/>
    </w:rPr>
  </w:style>
  <w:style w:type="paragraph" w:styleId="Bibliografia">
    <w:name w:val="Bibliography"/>
    <w:basedOn w:val="Normal"/>
    <w:next w:val="Normal"/>
    <w:uiPriority w:val="99"/>
    <w:rsid w:val="001C50C9"/>
  </w:style>
  <w:style w:type="character" w:styleId="Hiperligaovisitada">
    <w:name w:val="FollowedHyperlink"/>
    <w:basedOn w:val="Tipodeletrapredefinidodopargrafo"/>
    <w:uiPriority w:val="99"/>
    <w:semiHidden/>
    <w:rsid w:val="009D7A17"/>
    <w:rPr>
      <w:rFonts w:cs="Times New Roman"/>
      <w:color w:val="704404"/>
      <w:u w:val="single"/>
    </w:rPr>
  </w:style>
  <w:style w:type="paragraph" w:styleId="NormalWeb">
    <w:name w:val="Normal (Web)"/>
    <w:basedOn w:val="Normal"/>
    <w:uiPriority w:val="99"/>
    <w:semiHidden/>
    <w:rsid w:val="00D64D94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</w:rPr>
  </w:style>
  <w:style w:type="paragraph" w:styleId="ndicedeilustraes">
    <w:name w:val="table of figures"/>
    <w:basedOn w:val="Normal"/>
    <w:next w:val="Normal"/>
    <w:uiPriority w:val="99"/>
    <w:semiHidden/>
    <w:rsid w:val="00C21B4E"/>
    <w:pPr>
      <w:spacing w:after="0"/>
      <w:ind w:left="400" w:hanging="400"/>
      <w:jc w:val="left"/>
    </w:pPr>
    <w:rPr>
      <w:caps/>
    </w:rPr>
  </w:style>
  <w:style w:type="paragraph" w:styleId="Mapadodocumento">
    <w:name w:val="Document Map"/>
    <w:basedOn w:val="Normal"/>
    <w:link w:val="MapadodocumentoCarter"/>
    <w:uiPriority w:val="99"/>
    <w:semiHidden/>
    <w:rsid w:val="001A7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arter">
    <w:name w:val="Mapa do documento Caráter"/>
    <w:basedOn w:val="Tipodeletrapredefinidodopargrafo"/>
    <w:link w:val="Mapadodocumento"/>
    <w:uiPriority w:val="99"/>
    <w:semiHidden/>
    <w:locked/>
    <w:rsid w:val="001A77F2"/>
    <w:rPr>
      <w:rFonts w:ascii="Tahoma" w:hAnsi="Tahoma" w:cs="Tahoma"/>
      <w:sz w:val="16"/>
      <w:szCs w:val="16"/>
      <w:lang w:eastAsia="ja-JP"/>
    </w:rPr>
  </w:style>
  <w:style w:type="character" w:styleId="TextodoMarcadordePosio">
    <w:name w:val="Placeholder Text"/>
    <w:basedOn w:val="Tipodeletrapredefinidodopargrafo"/>
    <w:uiPriority w:val="99"/>
    <w:semiHidden/>
    <w:rsid w:val="00DA6C17"/>
    <w:rPr>
      <w:rFonts w:cs="Times New Roman"/>
      <w:color w:val="808080"/>
    </w:rPr>
  </w:style>
  <w:style w:type="character" w:customStyle="1" w:styleId="apple-style-span">
    <w:name w:val="apple-style-span"/>
    <w:basedOn w:val="Tipodeletrapredefinidodopargrafo"/>
    <w:uiPriority w:val="99"/>
    <w:rsid w:val="001D3168"/>
    <w:rPr>
      <w:rFonts w:cs="Times New Roman"/>
    </w:rPr>
  </w:style>
  <w:style w:type="paragraph" w:styleId="ndiceremissivo2">
    <w:name w:val="index 2"/>
    <w:basedOn w:val="Normal"/>
    <w:next w:val="Normal"/>
    <w:autoRedefine/>
    <w:uiPriority w:val="99"/>
    <w:semiHidden/>
    <w:rsid w:val="00890D81"/>
    <w:pPr>
      <w:spacing w:line="240" w:lineRule="auto"/>
    </w:pPr>
    <w:rPr>
      <w:color w:val="4B4B4B"/>
      <w:sz w:val="22"/>
      <w:szCs w:val="22"/>
    </w:rPr>
  </w:style>
  <w:style w:type="character" w:customStyle="1" w:styleId="apple-converted-space">
    <w:name w:val="apple-converted-space"/>
    <w:basedOn w:val="Tipodeletrapredefinidodopargrafo"/>
    <w:uiPriority w:val="99"/>
    <w:rsid w:val="001D3168"/>
    <w:rPr>
      <w:rFonts w:cs="Times New Roman"/>
    </w:rPr>
  </w:style>
  <w:style w:type="character" w:styleId="Nmerodelinha">
    <w:name w:val="line number"/>
    <w:basedOn w:val="Tipodeletrapredefinidodopargrafo"/>
    <w:uiPriority w:val="99"/>
    <w:semiHidden/>
    <w:rsid w:val="00741526"/>
    <w:rPr>
      <w:rFonts w:cs="Times New Roman"/>
    </w:rPr>
  </w:style>
  <w:style w:type="character" w:styleId="TtulodoLivro">
    <w:name w:val="Book Title"/>
    <w:basedOn w:val="Tipodeletrapredefinidodopargrafo"/>
    <w:uiPriority w:val="99"/>
    <w:qFormat/>
    <w:rsid w:val="007F53EC"/>
    <w:rPr>
      <w:rFonts w:ascii="Arial" w:hAnsi="Arial" w:cs="Arial"/>
      <w:smallCaps/>
      <w:spacing w:val="5"/>
      <w:sz w:val="24"/>
      <w:szCs w:val="24"/>
    </w:rPr>
  </w:style>
  <w:style w:type="paragraph" w:customStyle="1" w:styleId="Indice-anexo">
    <w:name w:val="Indice- anexo"/>
    <w:basedOn w:val="Normal"/>
    <w:link w:val="Indice-anexoChar"/>
    <w:uiPriority w:val="99"/>
    <w:rsid w:val="005932ED"/>
    <w:pPr>
      <w:shd w:val="clear" w:color="auto" w:fill="FFFFFF"/>
      <w:spacing w:before="400" w:after="400"/>
      <w:jc w:val="left"/>
    </w:pPr>
  </w:style>
  <w:style w:type="paragraph" w:customStyle="1" w:styleId="TituloTabelas">
    <w:name w:val="Titulo Tabelas"/>
    <w:basedOn w:val="Indice2"/>
    <w:link w:val="TituloTabelasChar"/>
    <w:autoRedefine/>
    <w:uiPriority w:val="99"/>
    <w:rsid w:val="00755E30"/>
    <w:pPr>
      <w:keepNext/>
      <w:tabs>
        <w:tab w:val="left" w:pos="1275"/>
      </w:tabs>
      <w:jc w:val="center"/>
    </w:pPr>
    <w:rPr>
      <w:caps/>
      <w:color w:val="auto"/>
      <w:sz w:val="20"/>
      <w:szCs w:val="20"/>
    </w:rPr>
  </w:style>
  <w:style w:type="character" w:customStyle="1" w:styleId="Indice-anexoChar">
    <w:name w:val="Indice- anexo Char"/>
    <w:basedOn w:val="Tipodeletrapredefinidodopargrafo"/>
    <w:link w:val="Indice-anexo"/>
    <w:uiPriority w:val="99"/>
    <w:locked/>
    <w:rsid w:val="005932ED"/>
    <w:rPr>
      <w:rFonts w:eastAsia="Times New Roman" w:cs="Times New Roman"/>
      <w:color w:val="6E6F71"/>
      <w:sz w:val="17"/>
      <w:szCs w:val="17"/>
      <w:shd w:val="clear" w:color="auto" w:fill="FFFFFF"/>
      <w:lang w:val="pt-PT"/>
    </w:rPr>
  </w:style>
  <w:style w:type="character" w:customStyle="1" w:styleId="Indice1Char">
    <w:name w:val="Indice1 Char"/>
    <w:basedOn w:val="Tipodeletrapredefinidodopargrafo"/>
    <w:link w:val="Indice1"/>
    <w:uiPriority w:val="99"/>
    <w:locked/>
    <w:rsid w:val="00E4794D"/>
    <w:rPr>
      <w:rFonts w:eastAsia="Times New Roman" w:cs="Times New Roman"/>
      <w:color w:val="6E6F71"/>
      <w:sz w:val="17"/>
      <w:szCs w:val="17"/>
      <w:lang w:val="pt-PT"/>
    </w:rPr>
  </w:style>
  <w:style w:type="character" w:customStyle="1" w:styleId="Indice2Char">
    <w:name w:val="Indice2 Char"/>
    <w:basedOn w:val="Indice1Char"/>
    <w:link w:val="Indice2"/>
    <w:uiPriority w:val="99"/>
    <w:locked/>
    <w:rsid w:val="00E4794D"/>
    <w:rPr>
      <w:rFonts w:eastAsia="Times New Roman" w:cs="Times New Roman"/>
      <w:color w:val="6E6F71"/>
      <w:sz w:val="17"/>
      <w:szCs w:val="17"/>
      <w:lang w:val="pt-PT"/>
    </w:rPr>
  </w:style>
  <w:style w:type="character" w:customStyle="1" w:styleId="TituloTabelasChar">
    <w:name w:val="Titulo Tabelas Char"/>
    <w:basedOn w:val="Indice2Char"/>
    <w:link w:val="TituloTabelas"/>
    <w:uiPriority w:val="99"/>
    <w:locked/>
    <w:rsid w:val="00755E30"/>
    <w:rPr>
      <w:rFonts w:eastAsia="Times New Roman" w:cs="Times New Roman"/>
      <w:caps/>
      <w:color w:val="auto"/>
      <w:sz w:val="17"/>
      <w:szCs w:val="17"/>
      <w:lang w:val="pt-PT"/>
    </w:rPr>
  </w:style>
  <w:style w:type="paragraph" w:customStyle="1" w:styleId="Oaz">
    <w:name w:val="Oaz"/>
    <w:basedOn w:val="Normal"/>
    <w:autoRedefine/>
    <w:uiPriority w:val="99"/>
    <w:rsid w:val="00AA4E07"/>
    <w:pPr>
      <w:widowControl w:val="0"/>
      <w:spacing w:before="120" w:after="120" w:line="360" w:lineRule="auto"/>
    </w:pPr>
    <w:rPr>
      <w:rFonts w:ascii="Calibri" w:hAnsi="Calibri" w:cs="Calibri"/>
    </w:rPr>
  </w:style>
  <w:style w:type="character" w:styleId="Nmerodepgina">
    <w:name w:val="page number"/>
    <w:basedOn w:val="Tipodeletrapredefinidodopargrafo"/>
    <w:uiPriority w:val="99"/>
    <w:rsid w:val="00AA4E07"/>
    <w:rPr>
      <w:rFonts w:ascii="Calibri" w:hAnsi="Calibri" w:cs="Calibri"/>
      <w:sz w:val="18"/>
      <w:szCs w:val="18"/>
    </w:rPr>
  </w:style>
  <w:style w:type="paragraph" w:customStyle="1" w:styleId="Titulofigura">
    <w:name w:val="Titulo figura"/>
    <w:basedOn w:val="Normal"/>
    <w:uiPriority w:val="99"/>
    <w:rsid w:val="00AA4E07"/>
    <w:pPr>
      <w:jc w:val="center"/>
    </w:pPr>
    <w:rPr>
      <w:b/>
      <w:bCs/>
      <w:sz w:val="18"/>
      <w:szCs w:val="18"/>
    </w:rPr>
  </w:style>
  <w:style w:type="paragraph" w:styleId="z-Partesuperiordoformulrio">
    <w:name w:val="HTML Top of Form"/>
    <w:basedOn w:val="Normal"/>
    <w:next w:val="Normal"/>
    <w:link w:val="z-PartesuperiordoformulrioCarter"/>
    <w:hidden/>
    <w:uiPriority w:val="99"/>
    <w:rsid w:val="00AA4E07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color w:val="auto"/>
      <w:sz w:val="16"/>
      <w:szCs w:val="16"/>
      <w:lang w:eastAsia="pt-PT"/>
    </w:rPr>
  </w:style>
  <w:style w:type="character" w:customStyle="1" w:styleId="z-PartesuperiordoformulrioCarter">
    <w:name w:val="z-Parte superior do formulário Caráter"/>
    <w:basedOn w:val="Tipodeletrapredefinidodopargrafo"/>
    <w:link w:val="z-Partesuperiordoformulrio"/>
    <w:uiPriority w:val="99"/>
    <w:locked/>
    <w:rsid w:val="00AA4E07"/>
    <w:rPr>
      <w:rFonts w:eastAsia="Times New Roman" w:cs="Times New Roman"/>
      <w:vanish/>
      <w:color w:val="auto"/>
      <w:sz w:val="16"/>
      <w:szCs w:val="16"/>
      <w:lang w:val="pt-PT" w:eastAsia="pt-PT"/>
    </w:rPr>
  </w:style>
  <w:style w:type="paragraph" w:styleId="z-Parteinferiordoformulrio">
    <w:name w:val="HTML Bottom of Form"/>
    <w:basedOn w:val="Normal"/>
    <w:next w:val="Normal"/>
    <w:link w:val="z-ParteinferiordoformulrioCarter"/>
    <w:hidden/>
    <w:uiPriority w:val="99"/>
    <w:rsid w:val="00AA4E07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color w:val="auto"/>
      <w:sz w:val="16"/>
      <w:szCs w:val="16"/>
      <w:lang w:eastAsia="pt-PT"/>
    </w:rPr>
  </w:style>
  <w:style w:type="character" w:customStyle="1" w:styleId="z-ParteinferiordoformulrioCarter">
    <w:name w:val="z-Parte inferior do formulário Caráter"/>
    <w:basedOn w:val="Tipodeletrapredefinidodopargrafo"/>
    <w:link w:val="z-Parteinferiordoformulrio"/>
    <w:uiPriority w:val="99"/>
    <w:locked/>
    <w:rsid w:val="00AA4E07"/>
    <w:rPr>
      <w:rFonts w:eastAsia="Times New Roman" w:cs="Times New Roman"/>
      <w:vanish/>
      <w:color w:val="auto"/>
      <w:sz w:val="16"/>
      <w:szCs w:val="16"/>
      <w:lang w:val="pt-PT" w:eastAsia="pt-PT"/>
    </w:rPr>
  </w:style>
  <w:style w:type="paragraph" w:customStyle="1" w:styleId="PargrafodaLista1">
    <w:name w:val="Parágrafo da Lista1"/>
    <w:aliases w:val="LEG.QUADROS"/>
    <w:basedOn w:val="Normal"/>
    <w:next w:val="Normal"/>
    <w:uiPriority w:val="99"/>
    <w:rsid w:val="00AA4E07"/>
    <w:pPr>
      <w:spacing w:before="360" w:after="200" w:line="240" w:lineRule="auto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LEGFIGURAS">
    <w:name w:val="LEG.FIGURAS"/>
    <w:basedOn w:val="Normal"/>
    <w:next w:val="Normal"/>
    <w:uiPriority w:val="99"/>
    <w:rsid w:val="00AA4E07"/>
    <w:pPr>
      <w:spacing w:after="4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tuloParte">
    <w:name w:val="Título Parte"/>
    <w:basedOn w:val="Ttulo1"/>
    <w:uiPriority w:val="99"/>
    <w:rsid w:val="00AA4E07"/>
    <w:pPr>
      <w:keepLines w:val="0"/>
      <w:spacing w:before="240" w:after="60" w:line="210" w:lineRule="atLeast"/>
      <w:ind w:left="0" w:firstLine="0"/>
    </w:pPr>
    <w:rPr>
      <w:color w:val="auto"/>
      <w:kern w:val="32"/>
      <w:sz w:val="36"/>
      <w:szCs w:val="36"/>
      <w:lang w:val="pt-PT"/>
    </w:rPr>
  </w:style>
  <w:style w:type="character" w:customStyle="1" w:styleId="RefernciaIntensa1">
    <w:name w:val="Referência Intensa1"/>
    <w:basedOn w:val="Tipodeletrapredefinidodopargrafo"/>
    <w:uiPriority w:val="99"/>
    <w:rsid w:val="00790984"/>
    <w:rPr>
      <w:rFonts w:ascii="Tw Cen MT" w:hAnsi="Tw Cen MT" w:cs="Tw Cen MT"/>
      <w:b/>
      <w:bCs/>
      <w:caps/>
      <w:color w:val="94B6D2"/>
      <w:spacing w:val="10"/>
      <w:w w:val="100"/>
      <w:position w:val="0"/>
      <w:sz w:val="18"/>
      <w:szCs w:val="18"/>
      <w:u w:val="single" w:color="94B6D2"/>
    </w:rPr>
  </w:style>
  <w:style w:type="paragraph" w:customStyle="1" w:styleId="SemEspaamento1">
    <w:name w:val="Sem Espaçamento1"/>
    <w:basedOn w:val="Normal"/>
    <w:link w:val="NoSpacingChar"/>
    <w:uiPriority w:val="99"/>
    <w:rsid w:val="00790984"/>
    <w:pPr>
      <w:spacing w:line="240" w:lineRule="auto"/>
    </w:pPr>
    <w:rPr>
      <w:sz w:val="23"/>
      <w:szCs w:val="23"/>
    </w:rPr>
  </w:style>
  <w:style w:type="paragraph" w:customStyle="1" w:styleId="Citao1">
    <w:name w:val="Citação1"/>
    <w:basedOn w:val="Normal"/>
    <w:link w:val="QuoteChar"/>
    <w:uiPriority w:val="99"/>
    <w:rsid w:val="00790984"/>
    <w:rPr>
      <w:i/>
      <w:iCs/>
      <w:smallCaps/>
      <w:color w:val="775F55"/>
      <w:spacing w:val="6"/>
      <w:sz w:val="23"/>
      <w:szCs w:val="23"/>
    </w:rPr>
  </w:style>
  <w:style w:type="character" w:customStyle="1" w:styleId="nfaseDiscreto1">
    <w:name w:val="Ênfase Discreto1"/>
    <w:basedOn w:val="Tipodeletrapredefinidodopargrafo"/>
    <w:uiPriority w:val="99"/>
    <w:rsid w:val="00790984"/>
    <w:rPr>
      <w:rFonts w:ascii="Arial" w:hAnsi="Arial" w:cs="Arial"/>
      <w:color w:val="4B4B4B"/>
      <w:sz w:val="23"/>
      <w:szCs w:val="23"/>
    </w:rPr>
  </w:style>
  <w:style w:type="character" w:customStyle="1" w:styleId="RefernciaDiscreta1">
    <w:name w:val="Referência Discreta1"/>
    <w:basedOn w:val="Tipodeletrapredefinidodopargrafo"/>
    <w:uiPriority w:val="99"/>
    <w:rsid w:val="00790984"/>
    <w:rPr>
      <w:rFonts w:ascii="Tw Cen MT" w:hAnsi="Tw Cen MT" w:cs="Tw Cen MT"/>
      <w:b/>
      <w:bCs/>
      <w:i/>
      <w:iCs/>
      <w:color w:val="775F55"/>
      <w:sz w:val="23"/>
      <w:szCs w:val="23"/>
    </w:rPr>
  </w:style>
  <w:style w:type="character" w:customStyle="1" w:styleId="NoSpacingChar">
    <w:name w:val="No Spacing Char"/>
    <w:basedOn w:val="Tipodeletrapredefinidodopargrafo"/>
    <w:link w:val="SemEspaamento1"/>
    <w:uiPriority w:val="99"/>
    <w:locked/>
    <w:rsid w:val="00790984"/>
    <w:rPr>
      <w:rFonts w:cs="Times New Roman"/>
      <w:color w:val="6E6F71"/>
      <w:sz w:val="17"/>
      <w:szCs w:val="17"/>
      <w:lang w:val="pt-PT"/>
    </w:rPr>
  </w:style>
  <w:style w:type="paragraph" w:customStyle="1" w:styleId="Ttulodondice1">
    <w:name w:val="Título do Índice1"/>
    <w:basedOn w:val="Ttulo1"/>
    <w:next w:val="Normal"/>
    <w:uiPriority w:val="99"/>
    <w:rsid w:val="00790984"/>
    <w:pPr>
      <w:ind w:left="0" w:firstLine="0"/>
      <w:outlineLvl w:val="9"/>
    </w:pPr>
    <w:rPr>
      <w:color w:val="548AB7"/>
    </w:rPr>
  </w:style>
  <w:style w:type="paragraph" w:customStyle="1" w:styleId="Bibliografia1">
    <w:name w:val="Bibliografia1"/>
    <w:basedOn w:val="Normal"/>
    <w:next w:val="Normal"/>
    <w:uiPriority w:val="99"/>
    <w:rsid w:val="00790984"/>
  </w:style>
  <w:style w:type="character" w:customStyle="1" w:styleId="TextodoMarcadordePosio1">
    <w:name w:val="Texto do Marcador de Posição1"/>
    <w:basedOn w:val="Tipodeletrapredefinidodopargrafo"/>
    <w:uiPriority w:val="99"/>
    <w:semiHidden/>
    <w:rsid w:val="00790984"/>
    <w:rPr>
      <w:rFonts w:cs="Times New Roman"/>
      <w:color w:val="808080"/>
    </w:rPr>
  </w:style>
  <w:style w:type="character" w:customStyle="1" w:styleId="TtulodoLivro1">
    <w:name w:val="Título do Livro1"/>
    <w:basedOn w:val="Tipodeletrapredefinidodopargrafo"/>
    <w:uiPriority w:val="99"/>
    <w:rsid w:val="00790984"/>
    <w:rPr>
      <w:rFonts w:ascii="Arial" w:hAnsi="Arial" w:cs="Arial"/>
      <w:smallCaps/>
      <w:spacing w:val="5"/>
      <w:sz w:val="24"/>
      <w:szCs w:val="24"/>
    </w:rPr>
  </w:style>
  <w:style w:type="table" w:styleId="TabelaSimples-3">
    <w:name w:val="Table Simple 3"/>
    <w:basedOn w:val="Tabelanormal"/>
    <w:uiPriority w:val="99"/>
    <w:rsid w:val="00790984"/>
    <w:pPr>
      <w:spacing w:after="210" w:line="210" w:lineRule="atLeast"/>
      <w:jc w:val="both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Arial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comlista1">
    <w:name w:val="Table List 1"/>
    <w:basedOn w:val="Tabelanormal"/>
    <w:uiPriority w:val="99"/>
    <w:rsid w:val="00790984"/>
    <w:pPr>
      <w:spacing w:after="210" w:line="210" w:lineRule="atLeast"/>
      <w:jc w:val="both"/>
    </w:pPr>
    <w:rPr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Arial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Arial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Arial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Arial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Arial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mlista4">
    <w:name w:val="Table List 4"/>
    <w:basedOn w:val="Tabelanormal"/>
    <w:uiPriority w:val="99"/>
    <w:rsid w:val="00790984"/>
    <w:pPr>
      <w:spacing w:after="210" w:line="210" w:lineRule="atLeast"/>
      <w:jc w:val="both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Arial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comcolunas5">
    <w:name w:val="Table Columns 5"/>
    <w:basedOn w:val="Tabelanormal"/>
    <w:uiPriority w:val="99"/>
    <w:rsid w:val="00790984"/>
    <w:pPr>
      <w:spacing w:after="210" w:line="210" w:lineRule="atLeast"/>
      <w:jc w:val="both"/>
    </w:pPr>
    <w:rPr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Arial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Arial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Arial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Arial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Arial"/>
        <w:color w:val="auto"/>
      </w:rPr>
      <w:tblPr/>
      <w:tcPr>
        <w:shd w:val="solid" w:color="C0C0C0" w:fill="FFFFFF"/>
      </w:tcPr>
    </w:tblStylePr>
    <w:tblStylePr w:type="band2Vert">
      <w:rPr>
        <w:rFonts w:cs="Arial"/>
        <w:color w:val="auto"/>
      </w:rPr>
    </w:tblStylePr>
  </w:style>
  <w:style w:type="table" w:customStyle="1" w:styleId="GrelhaClara1">
    <w:name w:val="Grelha Clara1"/>
    <w:uiPriority w:val="99"/>
    <w:rsid w:val="00724B17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aClara1">
    <w:name w:val="Lista Clara1"/>
    <w:uiPriority w:val="99"/>
    <w:rsid w:val="00070975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dio1-Cor11">
    <w:name w:val="Sombreado Médio 1 - Cor 11"/>
    <w:uiPriority w:val="99"/>
    <w:rsid w:val="001245A5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dio1-Cor13">
    <w:name w:val="Sombreado Médio 1 - Cor 13"/>
    <w:uiPriority w:val="99"/>
    <w:rsid w:val="001245A5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elhaMdia2-Cor1">
    <w:name w:val="Medium Grid 2 Accent 1"/>
    <w:basedOn w:val="Tabelanormal"/>
    <w:uiPriority w:val="99"/>
    <w:rsid w:val="000679E8"/>
    <w:rPr>
      <w:rFonts w:eastAsia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Arial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Arial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Arial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Arial"/>
      </w:rPr>
      <w:tblPr/>
      <w:tcPr>
        <w:shd w:val="clear" w:color="auto" w:fill="A7BFDE"/>
      </w:tcPr>
    </w:tblStylePr>
    <w:tblStylePr w:type="band1Horz">
      <w:rPr>
        <w:rFonts w:cs="Arial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Arial"/>
      </w:rPr>
      <w:tblPr/>
      <w:tcPr>
        <w:shd w:val="clear" w:color="auto" w:fill="FFFFFF"/>
      </w:tcPr>
    </w:tblStylePr>
  </w:style>
  <w:style w:type="paragraph" w:customStyle="1" w:styleId="Ttulodondice2">
    <w:name w:val="Título do Índice2"/>
    <w:basedOn w:val="Ttulo1"/>
    <w:next w:val="Normal"/>
    <w:uiPriority w:val="99"/>
    <w:rsid w:val="004745F1"/>
    <w:pPr>
      <w:ind w:left="0" w:firstLine="0"/>
      <w:outlineLvl w:val="9"/>
    </w:pPr>
    <w:rPr>
      <w:color w:val="548AB7"/>
    </w:rPr>
  </w:style>
  <w:style w:type="character" w:customStyle="1" w:styleId="TextodoMarcadordePosio2">
    <w:name w:val="Texto do Marcador de Posição2"/>
    <w:basedOn w:val="Tipodeletrapredefinidodopargrafo"/>
    <w:uiPriority w:val="99"/>
    <w:semiHidden/>
    <w:rsid w:val="004745F1"/>
    <w:rPr>
      <w:rFonts w:cs="Times New Roman"/>
      <w:color w:val="808080"/>
    </w:rPr>
  </w:style>
  <w:style w:type="paragraph" w:styleId="Textosimples">
    <w:name w:val="Plain Text"/>
    <w:basedOn w:val="Normal"/>
    <w:link w:val="TextosimplesCarter"/>
    <w:uiPriority w:val="99"/>
    <w:rsid w:val="004745F1"/>
    <w:rPr>
      <w:rFonts w:ascii="Courier New" w:hAnsi="Courier New" w:cs="Courier New"/>
      <w:color w:val="auto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locked/>
    <w:rsid w:val="004745F1"/>
    <w:rPr>
      <w:rFonts w:ascii="Courier New" w:hAnsi="Courier New" w:cs="Courier New"/>
      <w:color w:val="auto"/>
      <w:sz w:val="20"/>
      <w:szCs w:val="20"/>
      <w:lang w:val="pt-PT"/>
    </w:rPr>
  </w:style>
  <w:style w:type="paragraph" w:customStyle="1" w:styleId="PEBFonte">
    <w:name w:val="PEB Fonte"/>
    <w:basedOn w:val="Normal"/>
    <w:uiPriority w:val="99"/>
    <w:rsid w:val="004745F1"/>
    <w:pPr>
      <w:spacing w:line="240" w:lineRule="auto"/>
    </w:pPr>
    <w:rPr>
      <w:i/>
      <w:iCs/>
      <w:color w:val="808080"/>
      <w:sz w:val="16"/>
      <w:szCs w:val="16"/>
    </w:rPr>
  </w:style>
  <w:style w:type="paragraph" w:customStyle="1" w:styleId="PEBFiguraTitulo">
    <w:name w:val="PEB Figura_Titulo"/>
    <w:basedOn w:val="Normal"/>
    <w:uiPriority w:val="99"/>
    <w:rsid w:val="004745F1"/>
    <w:pPr>
      <w:spacing w:after="120" w:line="240" w:lineRule="auto"/>
      <w:jc w:val="left"/>
    </w:pPr>
    <w:rPr>
      <w:i/>
      <w:iCs/>
      <w:color w:val="auto"/>
      <w:sz w:val="18"/>
      <w:szCs w:val="18"/>
    </w:rPr>
  </w:style>
  <w:style w:type="paragraph" w:customStyle="1" w:styleId="PEBFiguracorpo">
    <w:name w:val="PEB Figura_corpo"/>
    <w:basedOn w:val="PEBCorpodetexto"/>
    <w:uiPriority w:val="99"/>
    <w:rsid w:val="004745F1"/>
    <w:pPr>
      <w:keepNext/>
      <w:spacing w:before="240" w:after="120" w:line="240" w:lineRule="auto"/>
    </w:pPr>
    <w:rPr>
      <w:noProof/>
    </w:rPr>
  </w:style>
  <w:style w:type="paragraph" w:customStyle="1" w:styleId="PEBCorpodetexto">
    <w:name w:val="PEB Corpo de texto"/>
    <w:basedOn w:val="Normal"/>
    <w:uiPriority w:val="99"/>
    <w:rsid w:val="004745F1"/>
    <w:rPr>
      <w:color w:val="auto"/>
    </w:rPr>
  </w:style>
  <w:style w:type="paragraph" w:customStyle="1" w:styleId="PEBTtulo2">
    <w:name w:val="PEB Título 2"/>
    <w:basedOn w:val="Ttulo2"/>
    <w:next w:val="PEBCorpodetexto"/>
    <w:uiPriority w:val="99"/>
    <w:rsid w:val="004745F1"/>
    <w:pPr>
      <w:numPr>
        <w:ilvl w:val="0"/>
      </w:numPr>
      <w:spacing w:before="360" w:after="360"/>
      <w:ind w:left="-34" w:hanging="432"/>
    </w:pPr>
    <w:rPr>
      <w:i/>
      <w:iCs/>
      <w:color w:val="4C4C4C"/>
    </w:rPr>
  </w:style>
  <w:style w:type="paragraph" w:customStyle="1" w:styleId="PEBTtulo1">
    <w:name w:val="PEB Título 1"/>
    <w:basedOn w:val="Normal"/>
    <w:next w:val="PEBCorpodetexto"/>
    <w:link w:val="PEBTtulo1Carcter"/>
    <w:uiPriority w:val="99"/>
    <w:rsid w:val="004745F1"/>
    <w:pPr>
      <w:keepNext/>
      <w:keepLines/>
      <w:spacing w:before="360" w:after="360" w:line="240" w:lineRule="auto"/>
      <w:jc w:val="left"/>
      <w:outlineLvl w:val="0"/>
    </w:pPr>
    <w:rPr>
      <w:b/>
      <w:bCs/>
      <w:caps/>
      <w:color w:val="4C4C4C"/>
      <w:sz w:val="32"/>
      <w:szCs w:val="32"/>
    </w:rPr>
  </w:style>
  <w:style w:type="paragraph" w:customStyle="1" w:styleId="PEBTtulo3">
    <w:name w:val="PEB Título 3"/>
    <w:basedOn w:val="Ttulo3"/>
    <w:next w:val="PEBCorpodetexto"/>
    <w:uiPriority w:val="99"/>
    <w:rsid w:val="004745F1"/>
    <w:pPr>
      <w:keepNext/>
      <w:keepLines/>
      <w:numPr>
        <w:ilvl w:val="0"/>
        <w:numId w:val="0"/>
      </w:numPr>
      <w:spacing w:before="360" w:line="240" w:lineRule="auto"/>
      <w:jc w:val="left"/>
    </w:pPr>
    <w:rPr>
      <w:rFonts w:eastAsia="Times New Roman"/>
    </w:rPr>
  </w:style>
  <w:style w:type="paragraph" w:customStyle="1" w:styleId="PEBNotaderodap">
    <w:name w:val="PEB Nota de rodapé"/>
    <w:basedOn w:val="Textodenotaderodap"/>
    <w:uiPriority w:val="99"/>
    <w:rsid w:val="004745F1"/>
    <w:rPr>
      <w:sz w:val="16"/>
      <w:szCs w:val="16"/>
    </w:rPr>
  </w:style>
  <w:style w:type="paragraph" w:customStyle="1" w:styleId="PEBTabelaTtulo">
    <w:name w:val="PEB Tabela_Título"/>
    <w:basedOn w:val="TituloTabelas"/>
    <w:uiPriority w:val="99"/>
    <w:rsid w:val="004745F1"/>
    <w:pPr>
      <w:spacing w:before="360" w:after="120" w:line="240" w:lineRule="auto"/>
    </w:pPr>
    <w:rPr>
      <w:sz w:val="18"/>
      <w:szCs w:val="18"/>
    </w:rPr>
  </w:style>
  <w:style w:type="paragraph" w:customStyle="1" w:styleId="PEBMarcas">
    <w:name w:val="PEB Marcas"/>
    <w:basedOn w:val="Normal"/>
    <w:uiPriority w:val="99"/>
    <w:rsid w:val="004745F1"/>
    <w:pPr>
      <w:ind w:left="1440" w:hanging="360"/>
    </w:pPr>
    <w:rPr>
      <w:color w:val="auto"/>
    </w:rPr>
  </w:style>
  <w:style w:type="paragraph" w:customStyle="1" w:styleId="PEBMarcasNumRomana">
    <w:name w:val="PEB Marcas_NumRomana"/>
    <w:basedOn w:val="Normal"/>
    <w:uiPriority w:val="99"/>
    <w:rsid w:val="004745F1"/>
    <w:pPr>
      <w:ind w:left="800" w:hanging="400"/>
    </w:pPr>
    <w:rPr>
      <w:color w:val="auto"/>
    </w:rPr>
  </w:style>
  <w:style w:type="paragraph" w:customStyle="1" w:styleId="PEBDestaque">
    <w:name w:val="PEB Destaque"/>
    <w:basedOn w:val="Normal"/>
    <w:uiPriority w:val="99"/>
    <w:rsid w:val="004745F1"/>
    <w:pPr>
      <w:keepNext/>
      <w:spacing w:before="360" w:after="240" w:line="240" w:lineRule="auto"/>
    </w:pPr>
    <w:rPr>
      <w:b/>
      <w:bCs/>
      <w:i/>
      <w:iCs/>
      <w:color w:val="auto"/>
    </w:rPr>
  </w:style>
  <w:style w:type="character" w:customStyle="1" w:styleId="PEBTtulo1Carcter">
    <w:name w:val="PEB Título 1 Carácter"/>
    <w:basedOn w:val="Tipodeletrapredefinidodopargrafo"/>
    <w:link w:val="PEBTtulo1"/>
    <w:uiPriority w:val="99"/>
    <w:locked/>
    <w:rsid w:val="004745F1"/>
    <w:rPr>
      <w:rFonts w:eastAsia="Times New Roman" w:cs="Times New Roman"/>
      <w:b/>
      <w:bCs/>
      <w:caps/>
      <w:color w:val="4C4C4C"/>
      <w:sz w:val="17"/>
      <w:szCs w:val="17"/>
      <w:lang w:val="pt-PT"/>
    </w:rPr>
  </w:style>
  <w:style w:type="character" w:styleId="nfaseIntensa">
    <w:name w:val="Intense Emphasis"/>
    <w:basedOn w:val="Tipodeletrapredefinidodopargrafo"/>
    <w:uiPriority w:val="99"/>
    <w:qFormat/>
    <w:rsid w:val="001055FA"/>
    <w:rPr>
      <w:rFonts w:cs="Times New Roman"/>
      <w:b/>
      <w:bCs/>
      <w:i/>
      <w:iCs/>
      <w:color w:val="4F81BD"/>
    </w:rPr>
  </w:style>
  <w:style w:type="character" w:styleId="Forte">
    <w:name w:val="Strong"/>
    <w:basedOn w:val="Tipodeletrapredefinidodopargrafo"/>
    <w:uiPriority w:val="99"/>
    <w:qFormat/>
    <w:rsid w:val="001055FA"/>
    <w:rPr>
      <w:rFonts w:cs="Times New Roman"/>
      <w:b/>
      <w:bCs/>
    </w:rPr>
  </w:style>
  <w:style w:type="character" w:customStyle="1" w:styleId="discreet">
    <w:name w:val="discreet"/>
    <w:basedOn w:val="Tipodeletrapredefinidodopargrafo"/>
    <w:uiPriority w:val="99"/>
    <w:rsid w:val="00EF0FAD"/>
    <w:rPr>
      <w:rFonts w:cs="Times New Roman"/>
    </w:rPr>
  </w:style>
  <w:style w:type="paragraph" w:customStyle="1" w:styleId="Contedodatabela">
    <w:name w:val="Conteúdo da tabela"/>
    <w:basedOn w:val="Normal"/>
    <w:uiPriority w:val="99"/>
    <w:rsid w:val="00EF0FAD"/>
    <w:pPr>
      <w:widowControl w:val="0"/>
      <w:suppressLineNumbers/>
      <w:suppressAutoHyphens/>
      <w:spacing w:after="0" w:line="240" w:lineRule="auto"/>
      <w:jc w:val="left"/>
    </w:pPr>
    <w:rPr>
      <w:color w:val="auto"/>
      <w:kern w:val="1"/>
      <w:sz w:val="24"/>
      <w:szCs w:val="24"/>
    </w:rPr>
  </w:style>
  <w:style w:type="paragraph" w:customStyle="1" w:styleId="Tituloderelatorio">
    <w:name w:val="Titulo de relatorio"/>
    <w:basedOn w:val="Normal"/>
    <w:uiPriority w:val="99"/>
    <w:rsid w:val="006D20DF"/>
    <w:pPr>
      <w:autoSpaceDE w:val="0"/>
      <w:autoSpaceDN w:val="0"/>
      <w:spacing w:after="0" w:line="240" w:lineRule="auto"/>
      <w:jc w:val="left"/>
    </w:pPr>
    <w:rPr>
      <w:rFonts w:ascii="Helvetica" w:hAnsi="Helvetica" w:cs="Helvetica"/>
      <w:b/>
      <w:bCs/>
      <w:i/>
      <w:iCs/>
      <w:color w:val="auto"/>
      <w:sz w:val="28"/>
      <w:szCs w:val="28"/>
      <w:lang w:val="en-US"/>
    </w:rPr>
  </w:style>
  <w:style w:type="character" w:customStyle="1" w:styleId="CarcterCarcter">
    <w:name w:val="Carácter Carácter"/>
    <w:basedOn w:val="Tipodeletrapredefinidodopargrafo"/>
    <w:uiPriority w:val="99"/>
    <w:semiHidden/>
    <w:rsid w:val="00904568"/>
    <w:rPr>
      <w:rFonts w:cs="Times New Roman"/>
      <w:lang w:val="en-US" w:eastAsia="en-US"/>
    </w:rPr>
  </w:style>
  <w:style w:type="character" w:customStyle="1" w:styleId="CarcterCarcter2">
    <w:name w:val="Carácter Carácter2"/>
    <w:basedOn w:val="Tipodeletrapredefinidodopargrafo"/>
    <w:uiPriority w:val="99"/>
    <w:rsid w:val="00904568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customStyle="1" w:styleId="Ttulodondice3">
    <w:name w:val="Título do Índice3"/>
    <w:basedOn w:val="Ttulo1"/>
    <w:next w:val="Normal"/>
    <w:uiPriority w:val="99"/>
    <w:semiHidden/>
    <w:rsid w:val="00904568"/>
    <w:pPr>
      <w:spacing w:before="480" w:after="0" w:line="276" w:lineRule="auto"/>
      <w:ind w:left="0" w:firstLine="0"/>
      <w:jc w:val="left"/>
      <w:outlineLvl w:val="9"/>
    </w:pPr>
    <w:rPr>
      <w:rFonts w:ascii="Cambria" w:hAnsi="Cambria" w:cs="Cambria"/>
      <w:caps w:val="0"/>
      <w:color w:val="365F91"/>
      <w:sz w:val="28"/>
      <w:szCs w:val="28"/>
      <w:lang w:val="pt-PT"/>
    </w:rPr>
  </w:style>
  <w:style w:type="paragraph" w:customStyle="1" w:styleId="EstiloCorpo11ptNegritoAntes12ptoEspaamentoentrelin">
    <w:name w:val="Estilo +Corpo 11 pt Negrito Antes:  12 pto Espaçamento entre lin..."/>
    <w:basedOn w:val="Ttulo1"/>
    <w:uiPriority w:val="99"/>
    <w:rsid w:val="00904568"/>
    <w:pPr>
      <w:keepLines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C0C0C0"/>
      <w:spacing w:before="240" w:after="60" w:line="360" w:lineRule="auto"/>
      <w:ind w:left="0" w:firstLine="0"/>
      <w:jc w:val="left"/>
    </w:pPr>
    <w:rPr>
      <w:rFonts w:ascii="Calibri" w:hAnsi="Calibri" w:cs="Calibri"/>
      <w:b w:val="0"/>
      <w:bCs w:val="0"/>
      <w:caps w:val="0"/>
      <w:color w:val="auto"/>
      <w:kern w:val="32"/>
      <w:sz w:val="22"/>
      <w:szCs w:val="22"/>
      <w:lang w:val="en-US"/>
    </w:rPr>
  </w:style>
  <w:style w:type="paragraph" w:customStyle="1" w:styleId="EstiloCorpo11ptNegritoJustificadoAntes12ptoEspaame">
    <w:name w:val="Estilo +Corpo 11 pt Negrito Justificado Antes:  12 pto Espaçame..."/>
    <w:basedOn w:val="Ttulo2"/>
    <w:uiPriority w:val="99"/>
    <w:rsid w:val="00904568"/>
    <w:pPr>
      <w:keepLines w:val="0"/>
      <w:numPr>
        <w:ilvl w:val="0"/>
      </w:numPr>
      <w:spacing w:before="240" w:after="60" w:line="360" w:lineRule="auto"/>
      <w:ind w:left="432" w:hanging="432"/>
      <w:jc w:val="both"/>
    </w:pPr>
    <w:rPr>
      <w:rFonts w:ascii="Calibri" w:hAnsi="Calibri" w:cs="Calibri"/>
      <w:b w:val="0"/>
      <w:bCs w:val="0"/>
      <w:i/>
      <w:iCs/>
      <w:caps w:val="0"/>
      <w:color w:val="auto"/>
      <w:sz w:val="22"/>
      <w:szCs w:val="22"/>
      <w:lang w:val="en-US"/>
    </w:rPr>
  </w:style>
  <w:style w:type="character" w:customStyle="1" w:styleId="CarcterCarcter1">
    <w:name w:val="Carácter Carácter1"/>
    <w:basedOn w:val="Tipodeletrapredefinidodopargrafo"/>
    <w:uiPriority w:val="99"/>
    <w:semiHidden/>
    <w:rsid w:val="00904568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Inciodecarta">
    <w:name w:val="Salutation"/>
    <w:basedOn w:val="Normal"/>
    <w:next w:val="Normal"/>
    <w:link w:val="InciodecartaCarter"/>
    <w:uiPriority w:val="99"/>
    <w:rsid w:val="00904568"/>
    <w:pPr>
      <w:spacing w:after="0" w:line="240" w:lineRule="auto"/>
      <w:jc w:val="left"/>
    </w:pPr>
    <w:rPr>
      <w:color w:val="auto"/>
      <w:sz w:val="24"/>
      <w:szCs w:val="24"/>
      <w:lang w:val="en-US"/>
    </w:rPr>
  </w:style>
  <w:style w:type="character" w:customStyle="1" w:styleId="InciodecartaCarter">
    <w:name w:val="Início de carta Caráter"/>
    <w:basedOn w:val="Tipodeletrapredefinidodopargrafo"/>
    <w:link w:val="Inciodecarta"/>
    <w:uiPriority w:val="99"/>
    <w:semiHidden/>
    <w:locked/>
    <w:rsid w:val="008827D2"/>
    <w:rPr>
      <w:rFonts w:cs="Times New Roman"/>
      <w:color w:val="6E6F71"/>
      <w:sz w:val="17"/>
      <w:szCs w:val="17"/>
      <w:lang w:eastAsia="en-US"/>
    </w:rPr>
  </w:style>
  <w:style w:type="paragraph" w:styleId="Listacommarcas2">
    <w:name w:val="List Bullet 2"/>
    <w:basedOn w:val="Normal"/>
    <w:uiPriority w:val="99"/>
    <w:rsid w:val="00904568"/>
    <w:pPr>
      <w:numPr>
        <w:numId w:val="3"/>
      </w:numPr>
      <w:spacing w:after="0" w:line="240" w:lineRule="auto"/>
      <w:jc w:val="left"/>
    </w:pPr>
    <w:rPr>
      <w:color w:val="auto"/>
      <w:sz w:val="24"/>
      <w:szCs w:val="24"/>
      <w:lang w:val="en-US"/>
    </w:rPr>
  </w:style>
  <w:style w:type="paragraph" w:styleId="Corpodetexto">
    <w:name w:val="Body Text"/>
    <w:basedOn w:val="Normal"/>
    <w:link w:val="CorpodetextoCarter"/>
    <w:uiPriority w:val="99"/>
    <w:rsid w:val="00904568"/>
    <w:pPr>
      <w:spacing w:after="120" w:line="240" w:lineRule="auto"/>
      <w:jc w:val="left"/>
    </w:pPr>
    <w:rPr>
      <w:color w:val="auto"/>
      <w:sz w:val="24"/>
      <w:szCs w:val="24"/>
      <w:lang w:val="en-US"/>
    </w:rPr>
  </w:style>
  <w:style w:type="character" w:customStyle="1" w:styleId="CorpodetextoCarter">
    <w:name w:val="Corpo de texto Caráter"/>
    <w:basedOn w:val="Tipodeletrapredefinidodopargrafo"/>
    <w:link w:val="Corpodetexto"/>
    <w:uiPriority w:val="99"/>
    <w:semiHidden/>
    <w:locked/>
    <w:rsid w:val="008827D2"/>
    <w:rPr>
      <w:rFonts w:cs="Times New Roman"/>
      <w:color w:val="6E6F71"/>
      <w:sz w:val="17"/>
      <w:szCs w:val="17"/>
      <w:lang w:eastAsia="en-US"/>
    </w:rPr>
  </w:style>
  <w:style w:type="character" w:styleId="Refdecomentrio">
    <w:name w:val="annotation reference"/>
    <w:basedOn w:val="Tipodeletrapredefinidodopargrafo"/>
    <w:uiPriority w:val="99"/>
    <w:semiHidden/>
    <w:rsid w:val="00904568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904568"/>
    <w:pPr>
      <w:spacing w:after="0" w:line="240" w:lineRule="auto"/>
      <w:jc w:val="left"/>
    </w:pPr>
    <w:rPr>
      <w:color w:val="auto"/>
      <w:lang w:val="en-US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locked/>
    <w:rsid w:val="008827D2"/>
    <w:rPr>
      <w:rFonts w:cs="Times New Roman"/>
      <w:color w:val="6E6F71"/>
      <w:sz w:val="20"/>
      <w:szCs w:val="20"/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rsid w:val="00904568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locked/>
    <w:rsid w:val="008827D2"/>
    <w:rPr>
      <w:rFonts w:cs="Times New Roman"/>
      <w:b/>
      <w:bCs/>
      <w:color w:val="6E6F71"/>
      <w:sz w:val="20"/>
      <w:szCs w:val="20"/>
      <w:lang w:eastAsia="en-US"/>
    </w:rPr>
  </w:style>
  <w:style w:type="table" w:styleId="Tabelacontempornea">
    <w:name w:val="Table Contemporary"/>
    <w:basedOn w:val="Tabelanormal"/>
    <w:uiPriority w:val="99"/>
    <w:rsid w:val="00F2501D"/>
    <w:pPr>
      <w:spacing w:after="210" w:line="210" w:lineRule="atLeast"/>
      <w:jc w:val="both"/>
    </w:pPr>
    <w:rPr>
      <w:rFonts w:eastAsia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Arial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Arial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Arial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profissional">
    <w:name w:val="Table Professional"/>
    <w:basedOn w:val="Tabelanormal"/>
    <w:uiPriority w:val="99"/>
    <w:rsid w:val="00F2501D"/>
    <w:pPr>
      <w:spacing w:after="210" w:line="210" w:lineRule="atLeast"/>
      <w:jc w:val="both"/>
    </w:pPr>
    <w:rPr>
      <w:rFonts w:eastAsia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Arial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MedianListStyle">
    <w:name w:val="Median List Style"/>
    <w:rsid w:val="007A1DC3"/>
    <w:pPr>
      <w:numPr>
        <w:numId w:val="25"/>
      </w:numPr>
    </w:pPr>
  </w:style>
  <w:style w:type="numbering" w:customStyle="1" w:styleId="Style1">
    <w:name w:val="Style1"/>
    <w:rsid w:val="007A1DC3"/>
    <w:pPr>
      <w:numPr>
        <w:numId w:val="27"/>
      </w:numPr>
    </w:pPr>
  </w:style>
  <w:style w:type="numbering" w:customStyle="1" w:styleId="Nivel1">
    <w:name w:val="Nivel 1"/>
    <w:rsid w:val="007A1DC3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32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32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327920">
                  <w:marLeft w:val="216"/>
                  <w:marRight w:val="21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32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032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fo_Artur\QP\QuaternairWord200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1DBF2-4238-4D2C-97DF-D24C94113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QuaternairWord2007.dotx</Template>
  <TotalTime>16</TotalTime>
  <Pages>1</Pages>
  <Words>44</Words>
  <Characters>240</Characters>
  <Application>Microsoft Office Word</Application>
  <DocSecurity>0</DocSecurity>
  <Lines>21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AAC</dc:creator>
  <cp:keywords/>
  <dc:description/>
  <cp:lastModifiedBy>Cláudia Mendes</cp:lastModifiedBy>
  <cp:revision>12</cp:revision>
  <cp:lastPrinted>2017-03-02T14:55:00Z</cp:lastPrinted>
  <dcterms:created xsi:type="dcterms:W3CDTF">2020-03-03T12:57:00Z</dcterms:created>
  <dcterms:modified xsi:type="dcterms:W3CDTF">2023-03-07T12:11:00Z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TC300076599990</vt:lpwstr>
  </property>
  <property fmtid="{D5CDD505-2E9C-101B-9397-08002B2CF9AE}" pid="3" name="GrammarlyDocumentId">
    <vt:lpwstr>60c8b777f57b8f783b5ad751dcb4a6efc8c680da68b0174d01e43fe167cb85a9</vt:lpwstr>
  </property>
</Properties>
</file>